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29590A">
        <w:t xml:space="preserve">Projektová dokumentace a zhotovení </w:t>
      </w:r>
      <w:r w:rsidR="00D2426D" w:rsidRPr="0029590A">
        <w:t xml:space="preserve">souboru staveb </w:t>
      </w:r>
      <w:r w:rsidR="00A92FBA" w:rsidRPr="0029590A">
        <w:t>–</w:t>
      </w:r>
      <w:r w:rsidRPr="0029590A">
        <w:t xml:space="preserve"> podlimitní</w:t>
      </w:r>
    </w:p>
    <w:p w14:paraId="7D98AE72" w14:textId="77777777" w:rsidR="00A92FBA" w:rsidRDefault="00A92FBA" w:rsidP="001463B6">
      <w:pPr>
        <w:pStyle w:val="Titul2"/>
        <w:ind w:firstLine="709"/>
      </w:pPr>
    </w:p>
    <w:p w14:paraId="11810F86" w14:textId="46F4DE59" w:rsidR="00AD0C7B" w:rsidRPr="0029590A" w:rsidRDefault="00A92FBA" w:rsidP="00EB46E5">
      <w:pPr>
        <w:pStyle w:val="Titul2"/>
        <w:rPr>
          <w:sz w:val="40"/>
          <w:szCs w:val="40"/>
        </w:rPr>
      </w:pPr>
      <w:r w:rsidRPr="0029590A">
        <w:rPr>
          <w:sz w:val="40"/>
          <w:szCs w:val="40"/>
        </w:rPr>
        <w:t>„</w:t>
      </w:r>
      <w:r w:rsidR="0029590A" w:rsidRPr="0029590A">
        <w:rPr>
          <w:sz w:val="40"/>
          <w:szCs w:val="40"/>
        </w:rPr>
        <w:t>Zvýšení zabezpečení přejezdů trati Kolín – Ledečko</w:t>
      </w:r>
      <w:r w:rsidRPr="0029590A">
        <w:rPr>
          <w:sz w:val="40"/>
          <w:szCs w:val="40"/>
        </w:rPr>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C876E6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F73D6F" w:rsidRPr="00F73D6F">
        <w:t>2977/2021-SŽ-SSZ-OVZ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AAD3EDB"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6B0E48">
          <w:rPr>
            <w:noProof/>
            <w:webHidden/>
          </w:rPr>
          <w:t>3</w:t>
        </w:r>
        <w:r w:rsidR="00501896">
          <w:rPr>
            <w:noProof/>
            <w:webHidden/>
          </w:rPr>
          <w:fldChar w:fldCharType="end"/>
        </w:r>
      </w:hyperlink>
    </w:p>
    <w:p w14:paraId="063EF231" w14:textId="50862B11" w:rsidR="00501896" w:rsidRDefault="00096DDC">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6B0E48">
          <w:rPr>
            <w:noProof/>
            <w:webHidden/>
          </w:rPr>
          <w:t>3</w:t>
        </w:r>
        <w:r w:rsidR="00501896">
          <w:rPr>
            <w:noProof/>
            <w:webHidden/>
          </w:rPr>
          <w:fldChar w:fldCharType="end"/>
        </w:r>
      </w:hyperlink>
    </w:p>
    <w:p w14:paraId="37DDEB76" w14:textId="6FCDDF96" w:rsidR="00501896" w:rsidRDefault="00096DDC">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6B0E48">
          <w:rPr>
            <w:noProof/>
            <w:webHidden/>
          </w:rPr>
          <w:t>4</w:t>
        </w:r>
        <w:r w:rsidR="00501896">
          <w:rPr>
            <w:noProof/>
            <w:webHidden/>
          </w:rPr>
          <w:fldChar w:fldCharType="end"/>
        </w:r>
      </w:hyperlink>
    </w:p>
    <w:p w14:paraId="579EE768" w14:textId="455D5B56" w:rsidR="00501896" w:rsidRDefault="00096DDC">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6B0E48">
          <w:rPr>
            <w:noProof/>
            <w:webHidden/>
          </w:rPr>
          <w:t>4</w:t>
        </w:r>
        <w:r w:rsidR="00501896">
          <w:rPr>
            <w:noProof/>
            <w:webHidden/>
          </w:rPr>
          <w:fldChar w:fldCharType="end"/>
        </w:r>
      </w:hyperlink>
    </w:p>
    <w:p w14:paraId="06205CF2" w14:textId="0D21E890" w:rsidR="00501896" w:rsidRDefault="00096DDC">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6B0E48">
          <w:rPr>
            <w:noProof/>
            <w:webHidden/>
          </w:rPr>
          <w:t>5</w:t>
        </w:r>
        <w:r w:rsidR="00501896">
          <w:rPr>
            <w:noProof/>
            <w:webHidden/>
          </w:rPr>
          <w:fldChar w:fldCharType="end"/>
        </w:r>
      </w:hyperlink>
    </w:p>
    <w:p w14:paraId="229A736D" w14:textId="59A4FE5D" w:rsidR="00501896" w:rsidRDefault="00096DDC">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6B0E48">
          <w:rPr>
            <w:noProof/>
            <w:webHidden/>
          </w:rPr>
          <w:t>5</w:t>
        </w:r>
        <w:r w:rsidR="00501896">
          <w:rPr>
            <w:noProof/>
            <w:webHidden/>
          </w:rPr>
          <w:fldChar w:fldCharType="end"/>
        </w:r>
      </w:hyperlink>
    </w:p>
    <w:p w14:paraId="1A4AE954" w14:textId="3FDF81B3" w:rsidR="00501896" w:rsidRDefault="00096DDC">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6B0E48">
          <w:rPr>
            <w:noProof/>
            <w:webHidden/>
          </w:rPr>
          <w:t>6</w:t>
        </w:r>
        <w:r w:rsidR="00501896">
          <w:rPr>
            <w:noProof/>
            <w:webHidden/>
          </w:rPr>
          <w:fldChar w:fldCharType="end"/>
        </w:r>
      </w:hyperlink>
    </w:p>
    <w:p w14:paraId="46E5EEFE" w14:textId="02DE0E27" w:rsidR="00501896" w:rsidRDefault="00096DDC">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6B0E48">
          <w:rPr>
            <w:noProof/>
            <w:webHidden/>
          </w:rPr>
          <w:t>7</w:t>
        </w:r>
        <w:r w:rsidR="00501896">
          <w:rPr>
            <w:noProof/>
            <w:webHidden/>
          </w:rPr>
          <w:fldChar w:fldCharType="end"/>
        </w:r>
      </w:hyperlink>
    </w:p>
    <w:p w14:paraId="7E0E57F1" w14:textId="5A65BDAA" w:rsidR="00501896" w:rsidRDefault="00096DDC">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6B0E48">
          <w:rPr>
            <w:noProof/>
            <w:webHidden/>
          </w:rPr>
          <w:t>18</w:t>
        </w:r>
        <w:r w:rsidR="00501896">
          <w:rPr>
            <w:noProof/>
            <w:webHidden/>
          </w:rPr>
          <w:fldChar w:fldCharType="end"/>
        </w:r>
      </w:hyperlink>
    </w:p>
    <w:p w14:paraId="0750B84F" w14:textId="5D2A835D" w:rsidR="00501896" w:rsidRDefault="00096DDC">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6B0E48">
          <w:rPr>
            <w:noProof/>
            <w:webHidden/>
          </w:rPr>
          <w:t>20</w:t>
        </w:r>
        <w:r w:rsidR="00501896">
          <w:rPr>
            <w:noProof/>
            <w:webHidden/>
          </w:rPr>
          <w:fldChar w:fldCharType="end"/>
        </w:r>
      </w:hyperlink>
    </w:p>
    <w:p w14:paraId="3EBB56A3" w14:textId="5647D042" w:rsidR="00501896" w:rsidRDefault="00096DDC">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6B0E48">
          <w:rPr>
            <w:noProof/>
            <w:webHidden/>
          </w:rPr>
          <w:t>21</w:t>
        </w:r>
        <w:r w:rsidR="00501896">
          <w:rPr>
            <w:noProof/>
            <w:webHidden/>
          </w:rPr>
          <w:fldChar w:fldCharType="end"/>
        </w:r>
      </w:hyperlink>
    </w:p>
    <w:p w14:paraId="33F77DF0" w14:textId="5E6FA2AD" w:rsidR="00501896" w:rsidRDefault="00096DDC">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6B0E48">
          <w:rPr>
            <w:noProof/>
            <w:webHidden/>
          </w:rPr>
          <w:t>21</w:t>
        </w:r>
        <w:r w:rsidR="00501896">
          <w:rPr>
            <w:noProof/>
            <w:webHidden/>
          </w:rPr>
          <w:fldChar w:fldCharType="end"/>
        </w:r>
      </w:hyperlink>
    </w:p>
    <w:p w14:paraId="38A7280B" w14:textId="0043F888" w:rsidR="00501896" w:rsidRDefault="00096DDC">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6B0E48">
          <w:rPr>
            <w:noProof/>
            <w:webHidden/>
          </w:rPr>
          <w:t>23</w:t>
        </w:r>
        <w:r w:rsidR="00501896">
          <w:rPr>
            <w:noProof/>
            <w:webHidden/>
          </w:rPr>
          <w:fldChar w:fldCharType="end"/>
        </w:r>
      </w:hyperlink>
    </w:p>
    <w:p w14:paraId="7FB80F40" w14:textId="2858F502" w:rsidR="00501896" w:rsidRDefault="00096DDC">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6B0E48">
          <w:rPr>
            <w:noProof/>
            <w:webHidden/>
          </w:rPr>
          <w:t>23</w:t>
        </w:r>
        <w:r w:rsidR="00501896">
          <w:rPr>
            <w:noProof/>
            <w:webHidden/>
          </w:rPr>
          <w:fldChar w:fldCharType="end"/>
        </w:r>
      </w:hyperlink>
    </w:p>
    <w:p w14:paraId="532E019C" w14:textId="2E0B984E" w:rsidR="00501896" w:rsidRDefault="00096DDC">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6B0E48">
          <w:rPr>
            <w:noProof/>
            <w:webHidden/>
          </w:rPr>
          <w:t>23</w:t>
        </w:r>
        <w:r w:rsidR="00501896">
          <w:rPr>
            <w:noProof/>
            <w:webHidden/>
          </w:rPr>
          <w:fldChar w:fldCharType="end"/>
        </w:r>
      </w:hyperlink>
    </w:p>
    <w:p w14:paraId="2700A526" w14:textId="317678FD" w:rsidR="00501896" w:rsidRDefault="00096DDC">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6B0E48">
          <w:rPr>
            <w:noProof/>
            <w:webHidden/>
          </w:rPr>
          <w:t>23</w:t>
        </w:r>
        <w:r w:rsidR="00501896">
          <w:rPr>
            <w:noProof/>
            <w:webHidden/>
          </w:rPr>
          <w:fldChar w:fldCharType="end"/>
        </w:r>
      </w:hyperlink>
    </w:p>
    <w:p w14:paraId="5ECC76B9" w14:textId="1C348E8D" w:rsidR="00501896" w:rsidRDefault="00096DDC">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6B0E48">
          <w:rPr>
            <w:noProof/>
            <w:webHidden/>
          </w:rPr>
          <w:t>25</w:t>
        </w:r>
        <w:r w:rsidR="00501896">
          <w:rPr>
            <w:noProof/>
            <w:webHidden/>
          </w:rPr>
          <w:fldChar w:fldCharType="end"/>
        </w:r>
      </w:hyperlink>
    </w:p>
    <w:p w14:paraId="64F381D4" w14:textId="79099512" w:rsidR="00501896" w:rsidRDefault="00096DDC">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6B0E48">
          <w:rPr>
            <w:noProof/>
            <w:webHidden/>
          </w:rPr>
          <w:t>25</w:t>
        </w:r>
        <w:r w:rsidR="00501896">
          <w:rPr>
            <w:noProof/>
            <w:webHidden/>
          </w:rPr>
          <w:fldChar w:fldCharType="end"/>
        </w:r>
      </w:hyperlink>
    </w:p>
    <w:p w14:paraId="6CC88E0F" w14:textId="08073B28" w:rsidR="00501896" w:rsidRDefault="00096DDC">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6B0E48">
          <w:rPr>
            <w:noProof/>
            <w:webHidden/>
          </w:rPr>
          <w:t>25</w:t>
        </w:r>
        <w:r w:rsidR="00501896">
          <w:rPr>
            <w:noProof/>
            <w:webHidden/>
          </w:rPr>
          <w:fldChar w:fldCharType="end"/>
        </w:r>
      </w:hyperlink>
    </w:p>
    <w:p w14:paraId="64FED2CD" w14:textId="7C0ABD07" w:rsidR="00501896" w:rsidRDefault="00096DDC">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6B0E48">
          <w:rPr>
            <w:noProof/>
            <w:webHidden/>
          </w:rPr>
          <w:t>27</w:t>
        </w:r>
        <w:r w:rsidR="00501896">
          <w:rPr>
            <w:noProof/>
            <w:webHidden/>
          </w:rPr>
          <w:fldChar w:fldCharType="end"/>
        </w:r>
      </w:hyperlink>
    </w:p>
    <w:p w14:paraId="1EE9FE55" w14:textId="714B6F8B" w:rsidR="00501896" w:rsidRDefault="00096DDC">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6B0E48">
          <w:rPr>
            <w:noProof/>
            <w:webHidden/>
          </w:rPr>
          <w:t>27</w:t>
        </w:r>
        <w:r w:rsidR="00501896">
          <w:rPr>
            <w:noProof/>
            <w:webHidden/>
          </w:rPr>
          <w:fldChar w:fldCharType="end"/>
        </w:r>
      </w:hyperlink>
    </w:p>
    <w:p w14:paraId="11CEC006" w14:textId="6447F28D" w:rsidR="00501896" w:rsidRDefault="00096DDC">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6B0E48">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0CE86DAD" w:rsidR="00A92FBA" w:rsidRPr="007F2B24" w:rsidRDefault="0035531B" w:rsidP="003770B5">
      <w:pPr>
        <w:pStyle w:val="Textbezslovn"/>
        <w:spacing w:after="0"/>
        <w:ind w:left="2127" w:hanging="1390"/>
      </w:pPr>
      <w:r w:rsidRPr="007F2B24">
        <w:t xml:space="preserve">zastoupená: </w:t>
      </w:r>
      <w:r w:rsidRPr="007F2B24">
        <w:tab/>
      </w:r>
      <w:r w:rsidR="00004FD5" w:rsidRPr="00004FD5">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lastRenderedPageBreak/>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215B72">
          <w:rPr>
            <w:rStyle w:val="Hypertextovodkaz"/>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13D862F"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644A01" w:rsidRPr="0072588C">
        <w:t>Lenka Pluhařová</w:t>
      </w:r>
    </w:p>
    <w:p w14:paraId="7BD36AB3" w14:textId="57752EAA" w:rsidR="00A92FBA" w:rsidRDefault="007F2B24" w:rsidP="00BC2638">
      <w:pPr>
        <w:pStyle w:val="Textbezslovn"/>
        <w:spacing w:after="0"/>
      </w:pPr>
      <w:r w:rsidRPr="00A92FBA">
        <w:t xml:space="preserve">telefon: </w:t>
      </w:r>
      <w:r w:rsidRPr="00A92FBA">
        <w:tab/>
      </w:r>
      <w:r w:rsidR="00852128" w:rsidRPr="00955A71">
        <w:rPr>
          <w:rFonts w:cs="Arial"/>
        </w:rPr>
        <w:t>+420 601 084 416</w:t>
      </w:r>
    </w:p>
    <w:p w14:paraId="1CC4131D" w14:textId="241E90CB" w:rsidR="00BC2638" w:rsidRPr="00A92FBA" w:rsidRDefault="007F2B24" w:rsidP="00BC2638">
      <w:pPr>
        <w:pStyle w:val="Textbezslovn"/>
        <w:spacing w:after="0"/>
      </w:pPr>
      <w:r w:rsidRPr="00A92FBA">
        <w:t xml:space="preserve">e-mail: </w:t>
      </w:r>
      <w:r w:rsidRPr="00A92FBA">
        <w:tab/>
      </w:r>
      <w:hyperlink r:id="rId12" w:history="1">
        <w:r w:rsidR="00852128" w:rsidRPr="00AB56D0">
          <w:rPr>
            <w:rStyle w:val="Hypertextovodkaz"/>
          </w:rPr>
          <w:t>Pluharova@spravazeleznic.cz</w:t>
        </w:r>
      </w:hyperlink>
    </w:p>
    <w:p w14:paraId="291DFE40" w14:textId="7B85D688" w:rsidR="00BC2638" w:rsidRDefault="00BC2638" w:rsidP="00BC2638">
      <w:pPr>
        <w:pStyle w:val="Textbezslovn"/>
        <w:spacing w:after="0"/>
      </w:pPr>
      <w:r w:rsidRPr="00A92FBA">
        <w:t xml:space="preserve">adresa: </w:t>
      </w:r>
      <w:r w:rsidRPr="00A92FBA">
        <w:tab/>
      </w:r>
      <w:r w:rsidR="00852128" w:rsidRPr="00852128">
        <w:t>Správa železnic, státní organizace</w:t>
      </w:r>
    </w:p>
    <w:p w14:paraId="610D3D25" w14:textId="66AAC11D" w:rsidR="00852128" w:rsidRDefault="00852128" w:rsidP="00852128">
      <w:pPr>
        <w:pStyle w:val="Textbezslovn"/>
        <w:spacing w:after="0" w:line="240" w:lineRule="auto"/>
        <w:ind w:left="1446" w:firstLine="681"/>
      </w:pPr>
      <w:r>
        <w:t>Stavební správa západ</w:t>
      </w:r>
    </w:p>
    <w:p w14:paraId="6F54F5DF" w14:textId="6ACB9D24" w:rsidR="00852128" w:rsidRDefault="00852128" w:rsidP="00852128">
      <w:pPr>
        <w:pStyle w:val="Textbezslovn"/>
        <w:spacing w:after="0"/>
        <w:ind w:left="1446" w:firstLine="681"/>
      </w:pPr>
      <w:r>
        <w:t>Sokolovská 1955/278</w:t>
      </w:r>
    </w:p>
    <w:p w14:paraId="5862F020" w14:textId="77777777" w:rsidR="00852128" w:rsidRDefault="00852128" w:rsidP="00852128">
      <w:pPr>
        <w:pStyle w:val="Textbezslovn"/>
        <w:spacing w:after="0"/>
        <w:ind w:left="1446" w:firstLine="681"/>
      </w:pPr>
      <w:r>
        <w:t>190 00 Praha</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6722189A" w14:textId="29010D5A" w:rsidR="00226F69"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226F69">
        <w:t xml:space="preserve">souboru staveb </w:t>
      </w:r>
    </w:p>
    <w:p w14:paraId="6E41A017" w14:textId="4A70DED9" w:rsidR="00226F69" w:rsidRPr="00226F69" w:rsidRDefault="00E529E6" w:rsidP="00E529E6">
      <w:pPr>
        <w:pStyle w:val="Textbezslovn"/>
        <w:rPr>
          <w:b/>
          <w:sz w:val="22"/>
          <w:szCs w:val="22"/>
        </w:rPr>
      </w:pPr>
      <w:r w:rsidRPr="00226F69">
        <w:rPr>
          <w:b/>
          <w:sz w:val="22"/>
          <w:szCs w:val="22"/>
        </w:rPr>
        <w:t>„</w:t>
      </w:r>
      <w:r w:rsidR="00226F69" w:rsidRPr="00226F69">
        <w:rPr>
          <w:b/>
          <w:sz w:val="22"/>
          <w:szCs w:val="22"/>
        </w:rPr>
        <w:t>Zvýšení zabezpečení přejezdů trati Kolín – Ledečko</w:t>
      </w:r>
      <w:r w:rsidRPr="00226F69">
        <w:rPr>
          <w:b/>
          <w:sz w:val="22"/>
          <w:szCs w:val="22"/>
        </w:rPr>
        <w:t xml:space="preserve">“. </w:t>
      </w:r>
    </w:p>
    <w:p w14:paraId="3730C944" w14:textId="6C8CBD28" w:rsidR="00E529E6" w:rsidRPr="00226F69" w:rsidRDefault="00E529E6" w:rsidP="00E529E6">
      <w:pPr>
        <w:pStyle w:val="Textbezslovn"/>
      </w:pPr>
      <w:r w:rsidRPr="00226F69">
        <w:t>Konkrétně se jedná o jednotlivé stavby:</w:t>
      </w:r>
    </w:p>
    <w:p w14:paraId="65A611F0" w14:textId="2DA70E8A" w:rsidR="00E529E6" w:rsidRPr="00150BAE" w:rsidRDefault="00E529E6" w:rsidP="00150BAE">
      <w:pPr>
        <w:pStyle w:val="Textbezslovn"/>
        <w:rPr>
          <w:b/>
        </w:rPr>
      </w:pPr>
      <w:r w:rsidRPr="00150BAE">
        <w:rPr>
          <w:b/>
        </w:rPr>
        <w:t>„</w:t>
      </w:r>
      <w:r w:rsidR="00226F69" w:rsidRPr="00150BAE">
        <w:rPr>
          <w:b/>
        </w:rPr>
        <w:t>Rekonstrukce PZS a doplnění závor na</w:t>
      </w:r>
      <w:r w:rsidR="00810ADD" w:rsidRPr="00150BAE">
        <w:rPr>
          <w:b/>
        </w:rPr>
        <w:t xml:space="preserve"> </w:t>
      </w:r>
      <w:r w:rsidR="00226F69" w:rsidRPr="00150BAE">
        <w:rPr>
          <w:b/>
        </w:rPr>
        <w:t>přejezdu P5901 v km 1,556 na trati Kolín -</w:t>
      </w:r>
      <w:r w:rsidR="00150BAE">
        <w:rPr>
          <w:b/>
        </w:rPr>
        <w:t xml:space="preserve"> </w:t>
      </w:r>
      <w:r w:rsidR="00226F69" w:rsidRPr="00150BAE">
        <w:rPr>
          <w:b/>
        </w:rPr>
        <w:t>Ledečko</w:t>
      </w:r>
      <w:r w:rsidRPr="00150BAE">
        <w:rPr>
          <w:b/>
        </w:rPr>
        <w:t>“</w:t>
      </w:r>
    </w:p>
    <w:p w14:paraId="2F0B1508" w14:textId="77777777" w:rsidR="00E529E6" w:rsidRPr="00AF39A7" w:rsidRDefault="00E529E6" w:rsidP="00E529E6">
      <w:pPr>
        <w:pStyle w:val="Textbezslovn"/>
      </w:pPr>
      <w:r w:rsidRPr="00AF39A7">
        <w:t>(dále jen „</w:t>
      </w:r>
      <w:r w:rsidRPr="00BC3951">
        <w:rPr>
          <w:b/>
        </w:rPr>
        <w:t>Stavba 1</w:t>
      </w:r>
      <w:r w:rsidRPr="00AF39A7">
        <w:t>“)</w:t>
      </w:r>
    </w:p>
    <w:p w14:paraId="57329C83" w14:textId="49B5713C" w:rsidR="00E529E6" w:rsidRPr="00150BAE" w:rsidRDefault="00E529E6" w:rsidP="00E529E6">
      <w:pPr>
        <w:pStyle w:val="Textbezslovn"/>
        <w:rPr>
          <w:b/>
        </w:rPr>
      </w:pPr>
      <w:r w:rsidRPr="00150BAE">
        <w:rPr>
          <w:b/>
        </w:rPr>
        <w:t>„</w:t>
      </w:r>
      <w:r w:rsidR="00810ADD" w:rsidRPr="00150BAE">
        <w:rPr>
          <w:b/>
        </w:rPr>
        <w:t>Rekonstrukce a výstavba PZZ na přejezdu P5925 v km 20,693 na trati Kolín - Ledečko</w:t>
      </w:r>
      <w:r w:rsidRPr="00150BAE">
        <w:rPr>
          <w:b/>
        </w:rPr>
        <w:t>“</w:t>
      </w:r>
    </w:p>
    <w:p w14:paraId="4BAB27CE" w14:textId="77777777" w:rsidR="00E529E6" w:rsidRPr="00AF39A7" w:rsidRDefault="00E529E6" w:rsidP="00E529E6">
      <w:pPr>
        <w:pStyle w:val="Textbezslovn"/>
      </w:pPr>
      <w:r w:rsidRPr="00AF39A7">
        <w:t>(dále jen „</w:t>
      </w:r>
      <w:r w:rsidRPr="00BC3951">
        <w:rPr>
          <w:b/>
        </w:rPr>
        <w:t>Stavba 2</w:t>
      </w:r>
      <w:r w:rsidRPr="00AF39A7">
        <w:t>“)</w:t>
      </w:r>
    </w:p>
    <w:p w14:paraId="0022D7FE" w14:textId="4103E2E4" w:rsidR="00E529E6" w:rsidRPr="00150BAE" w:rsidRDefault="00E529E6" w:rsidP="00E529E6">
      <w:pPr>
        <w:pStyle w:val="Textbezslovn"/>
        <w:rPr>
          <w:b/>
        </w:rPr>
      </w:pPr>
      <w:r w:rsidRPr="00150BAE">
        <w:rPr>
          <w:b/>
        </w:rPr>
        <w:t>„</w:t>
      </w:r>
      <w:r w:rsidR="00AF39A7" w:rsidRPr="00150BAE">
        <w:rPr>
          <w:b/>
        </w:rPr>
        <w:t>Rekonstrukce přejezdu P5932 v km 24,892 na trati Kolín – Ledečko a rekonstrukce PZS s doplněním závor</w:t>
      </w:r>
      <w:r w:rsidRPr="00150BAE">
        <w:rPr>
          <w:b/>
        </w:rPr>
        <w:t>“</w:t>
      </w:r>
    </w:p>
    <w:p w14:paraId="53C4C9B2" w14:textId="77777777" w:rsidR="00E529E6" w:rsidRDefault="00E529E6" w:rsidP="00E529E6">
      <w:pPr>
        <w:pStyle w:val="Textbezslovn"/>
      </w:pPr>
      <w:r w:rsidRPr="00AF39A7">
        <w:t>(dále jen „</w:t>
      </w:r>
      <w:r w:rsidRPr="00BC3951">
        <w:rPr>
          <w:b/>
        </w:rPr>
        <w:t>Stavba 3</w:t>
      </w:r>
      <w:r w:rsidRPr="00AF39A7">
        <w:t>“)</w:t>
      </w:r>
    </w:p>
    <w:p w14:paraId="466E41D6" w14:textId="413B1851" w:rsidR="00BC2638" w:rsidRPr="00E4695C" w:rsidRDefault="00BC2638" w:rsidP="00BC2638">
      <w:pPr>
        <w:pStyle w:val="Textbezslovn"/>
      </w:pPr>
      <w:r w:rsidRPr="00E4695C">
        <w:t xml:space="preserve">Projektová dokumentace stavby bude zpracovaná ve stupni Projektová dokumentace pro stavební povolení nebo pro ohlášení stavby ve smyslu přílohy č. 3 vyhlášky </w:t>
      </w:r>
      <w:r w:rsidR="004E6C47" w:rsidRPr="00E4695C">
        <w:t xml:space="preserve">č. </w:t>
      </w:r>
      <w:r w:rsidRPr="00E4695C">
        <w:t>146/2008 Sb.</w:t>
      </w:r>
      <w:r w:rsidR="004E6C47" w:rsidRPr="00E4695C">
        <w:t>,</w:t>
      </w:r>
      <w:r w:rsidRPr="00E4695C">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E4695C" w:rsidRDefault="00BC2638" w:rsidP="00BC2638">
      <w:pPr>
        <w:pStyle w:val="Textbezslovn"/>
      </w:pPr>
      <w:r w:rsidRPr="00E4695C">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w:t>
      </w:r>
      <w:r w:rsidRPr="00E4695C">
        <w:lastRenderedPageBreak/>
        <w:t xml:space="preserve">položkového rozpočtu jednotlivých objektů stavební části (SO) a technologické části (PS) a souhrnný rozpočet jako podklad pro dílčí fakturaci v průběhu realizace stavby. Projektová dokumentace bude respektovat schválenou </w:t>
      </w:r>
      <w:r w:rsidR="00FA0295" w:rsidRPr="00E4695C">
        <w:t xml:space="preserve">zjednodušenou </w:t>
      </w:r>
      <w:r w:rsidRPr="00E4695C">
        <w:t>dokumentaci</w:t>
      </w:r>
      <w:r w:rsidR="00FA0295" w:rsidRPr="00E4695C">
        <w:t xml:space="preserve">. </w:t>
      </w:r>
      <w:r w:rsidRPr="00E4695C">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4695C" w:rsidRDefault="00BC2638" w:rsidP="00BC2638">
      <w:pPr>
        <w:pStyle w:val="Textbezslovn"/>
      </w:pPr>
      <w:r w:rsidRPr="00E4695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E4695C">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1E740D3" w:rsidR="00BC2638" w:rsidRPr="005C76ED" w:rsidRDefault="00BC2638" w:rsidP="00A9754D">
      <w:pPr>
        <w:pStyle w:val="Text1-1"/>
        <w:ind w:left="737"/>
      </w:pPr>
      <w:r w:rsidRPr="005C76ED">
        <w:t>Předpokládaná hodnota veřejné zakázky činí</w:t>
      </w:r>
      <w:r w:rsidRPr="005C76ED">
        <w:rPr>
          <w:b/>
        </w:rPr>
        <w:t xml:space="preserve"> </w:t>
      </w:r>
      <w:r w:rsidR="00153085">
        <w:rPr>
          <w:b/>
        </w:rPr>
        <w:t>35 974 965</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954237">
        <w:t>Předpokládaná hodnota jednotlivých staveb činí:</w:t>
      </w:r>
    </w:p>
    <w:p w14:paraId="08CF77A8" w14:textId="28E6FBC0" w:rsidR="003F1428" w:rsidRPr="00AF39A7" w:rsidRDefault="0080441B" w:rsidP="003F1428">
      <w:pPr>
        <w:pStyle w:val="Textbezslovn"/>
      </w:pPr>
      <w:bookmarkStart w:id="10" w:name="_Toc62649424"/>
      <w:r>
        <w:t xml:space="preserve">Stavba 1 </w:t>
      </w:r>
      <w:r w:rsidR="00BF70B4">
        <w:t>–</w:t>
      </w:r>
      <w:r>
        <w:t xml:space="preserve"> </w:t>
      </w:r>
      <w:r w:rsidR="00BF70B4" w:rsidRPr="00954237">
        <w:rPr>
          <w:b/>
        </w:rPr>
        <w:t>8 491</w:t>
      </w:r>
      <w:r w:rsidR="00810FFB">
        <w:rPr>
          <w:b/>
        </w:rPr>
        <w:t> </w:t>
      </w:r>
      <w:r w:rsidR="00BF70B4" w:rsidRPr="00954237">
        <w:rPr>
          <w:b/>
        </w:rPr>
        <w:t>646</w:t>
      </w:r>
      <w:r w:rsidR="00810FFB">
        <w:rPr>
          <w:b/>
        </w:rPr>
        <w:t>,-</w:t>
      </w:r>
      <w:r w:rsidR="00BF70B4">
        <w:t xml:space="preserve"> </w:t>
      </w:r>
      <w:r w:rsidR="00954237" w:rsidRPr="005C76ED">
        <w:rPr>
          <w:b/>
        </w:rPr>
        <w:t xml:space="preserve">Kč </w:t>
      </w:r>
      <w:r w:rsidR="00954237">
        <w:t>(bez DPH)</w:t>
      </w:r>
    </w:p>
    <w:p w14:paraId="73B474FC" w14:textId="284F8C9C" w:rsidR="003F1428" w:rsidRPr="00AF39A7" w:rsidRDefault="003F1428" w:rsidP="003F1428">
      <w:pPr>
        <w:pStyle w:val="Textbezslovn"/>
      </w:pPr>
      <w:r w:rsidRPr="00AF39A7">
        <w:t>Stavba</w:t>
      </w:r>
      <w:r w:rsidR="00954237">
        <w:t xml:space="preserve"> 2 – </w:t>
      </w:r>
      <w:r w:rsidR="00954237" w:rsidRPr="00954237">
        <w:rPr>
          <w:b/>
        </w:rPr>
        <w:t>10 923</w:t>
      </w:r>
      <w:r w:rsidR="00810FFB">
        <w:rPr>
          <w:b/>
        </w:rPr>
        <w:t> </w:t>
      </w:r>
      <w:r w:rsidR="00954237" w:rsidRPr="00954237">
        <w:rPr>
          <w:b/>
        </w:rPr>
        <w:t>533</w:t>
      </w:r>
      <w:r w:rsidR="00810FFB">
        <w:rPr>
          <w:b/>
        </w:rPr>
        <w:t>,-</w:t>
      </w:r>
      <w:r w:rsidR="00954237" w:rsidRPr="00954237">
        <w:rPr>
          <w:b/>
        </w:rPr>
        <w:t xml:space="preserve"> Kč</w:t>
      </w:r>
      <w:r w:rsidR="00954237">
        <w:t xml:space="preserve"> (bez DPH)</w:t>
      </w:r>
    </w:p>
    <w:p w14:paraId="22E28DE1" w14:textId="1BCC14D3" w:rsidR="003F1428" w:rsidRDefault="00810FFB" w:rsidP="003F1428">
      <w:pPr>
        <w:pStyle w:val="Textbezslovn"/>
      </w:pPr>
      <w:r>
        <w:t xml:space="preserve">Stavba 3 – </w:t>
      </w:r>
      <w:r w:rsidRPr="00810FFB">
        <w:rPr>
          <w:b/>
        </w:rPr>
        <w:t>16 559 786,- Kč</w:t>
      </w:r>
      <w:r>
        <w:t xml:space="preserve"> (bez DPH)</w:t>
      </w:r>
    </w:p>
    <w:p w14:paraId="1B47A534" w14:textId="77777777" w:rsidR="0035531B" w:rsidRPr="00E402F8" w:rsidRDefault="0035531B" w:rsidP="006F6B09">
      <w:pPr>
        <w:pStyle w:val="Nadpis1-1"/>
      </w:pPr>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D26F4CA"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53CF2">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lastRenderedPageBreak/>
        <w:t xml:space="preserve">Zadávací dokumentace je přístupná na profilu zadavatele: </w:t>
      </w:r>
      <w:hyperlink r:id="rId13" w:history="1">
        <w:r w:rsidR="0050442A" w:rsidRPr="00687486">
          <w:rPr>
            <w:rStyle w:val="Hypertextovodkaz"/>
          </w:rPr>
          <w:t>https://zakazky.spravazeleznic.cz/</w:t>
        </w:r>
      </w:hyperlink>
      <w:r w:rsidR="0035531B" w:rsidRPr="005C76ED">
        <w:t>.</w:t>
      </w:r>
    </w:p>
    <w:p w14:paraId="44F1C882" w14:textId="7C54E695"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1E7BA6">
          <w:rPr>
            <w:rStyle w:val="Hypertextovodkaz"/>
            <w:noProof w:val="0"/>
            <w:color w:val="005DC2" w:themeColor="accent1" w:themeTint="BF"/>
          </w:rPr>
          <w:t>http://www.tudc.cz/</w:t>
        </w:r>
      </w:hyperlink>
      <w:r w:rsidR="005A3D2F" w:rsidRPr="00E753CB">
        <w:t xml:space="preserve"> nebo</w:t>
      </w:r>
      <w:r w:rsidR="001D5DE6" w:rsidRPr="00E753CB">
        <w:t xml:space="preserve"> </w:t>
      </w:r>
      <w:hyperlink w:history="1"/>
      <w:hyperlink r:id="rId15" w:history="1">
        <w:r w:rsidR="00344A9C" w:rsidRPr="001E7BA6">
          <w:rPr>
            <w:rStyle w:val="Hypertextovodkaz"/>
            <w:noProof w:val="0"/>
            <w:color w:val="005DC2" w:themeColor="accent1" w:themeTint="BF"/>
          </w:rPr>
          <w:t>https://www.spravazeleznic.cz/</w:t>
        </w:r>
      </w:hyperlink>
      <w:r w:rsidR="001E7BA6" w:rsidRPr="001E7BA6">
        <w:rPr>
          <w:rStyle w:val="Hypertextovodkaz"/>
          <w:noProof w:val="0"/>
          <w:color w:val="auto"/>
          <w:u w:val="none"/>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6D4F8036" w14:textId="77777777" w:rsidR="00453D57" w:rsidRDefault="00453D57" w:rsidP="00453D57">
      <w:pPr>
        <w:pStyle w:val="Text1-1"/>
        <w:tabs>
          <w:tab w:val="clear" w:pos="1588"/>
          <w:tab w:val="num" w:pos="737"/>
        </w:tabs>
        <w:ind w:left="737"/>
      </w:pPr>
      <w:bookmarkStart w:id="11" w:name="_Toc62649425"/>
      <w:r>
        <w:t>Pro vyloučení pochybností zadavatel uvádí, že ohledně této veřejné zakázky nevedl předběžné tržní konzultace.</w:t>
      </w:r>
    </w:p>
    <w:p w14:paraId="4ED9A4A7" w14:textId="77777777" w:rsidR="0035531B" w:rsidRPr="004518EA" w:rsidRDefault="0035531B" w:rsidP="00CC4380">
      <w:pPr>
        <w:pStyle w:val="Nadpis1-1"/>
      </w:pPr>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2FF9B96A" w:rsidR="0035531B" w:rsidRPr="007F60C3"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A17E65">
          <w:rPr>
            <w:rStyle w:val="Hypertextovodkaz"/>
            <w:noProof w:val="0"/>
            <w:color w:val="005DC2" w:themeColor="accent1" w:themeTint="BF"/>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17E65">
          <w:rPr>
            <w:rStyle w:val="Hypertextovodkaz"/>
            <w:noProof w:val="0"/>
            <w:color w:val="005DC2" w:themeColor="accent1" w:themeTint="BF"/>
          </w:rPr>
          <w:t>https://zakazky.spravazeleznic.cz/</w:t>
        </w:r>
      </w:hyperlink>
      <w:r w:rsidRPr="00273B66">
        <w:t xml:space="preserve">. Písemná žádost musí být zadavateli doručena </w:t>
      </w:r>
      <w:r w:rsidRPr="007F60C3">
        <w:rPr>
          <w:b/>
        </w:rPr>
        <w:t xml:space="preserve">nejpozději </w:t>
      </w:r>
      <w:r w:rsidR="00F3316E" w:rsidRPr="007F60C3">
        <w:rPr>
          <w:b/>
        </w:rPr>
        <w:t>6 pracovních dnů</w:t>
      </w:r>
      <w:r w:rsidR="001F79F7">
        <w:t xml:space="preserve"> </w:t>
      </w:r>
      <w:r w:rsidRPr="00273B66">
        <w:t>před uplynutím lhůty pro podání nabídek</w:t>
      </w:r>
      <w:r w:rsidR="00693188" w:rsidRPr="00273B66">
        <w:t xml:space="preserve">, jinak zadavatel není povinen </w:t>
      </w:r>
      <w:r w:rsidR="00693188" w:rsidRPr="007F60C3">
        <w:t>vysvětlení poskytnout</w:t>
      </w:r>
      <w:r w:rsidRPr="007F60C3">
        <w:t>.</w:t>
      </w:r>
    </w:p>
    <w:p w14:paraId="0B436374" w14:textId="5964797A" w:rsidR="0035531B" w:rsidRPr="00273B66" w:rsidRDefault="00FD39DE" w:rsidP="001F79F7">
      <w:pPr>
        <w:pStyle w:val="Text1-1"/>
        <w:ind w:left="737"/>
      </w:pPr>
      <w:r w:rsidRPr="007F60C3">
        <w:t xml:space="preserve">Zadavatel poskytne vysvětlení zadávací dokumentace nejpozději do </w:t>
      </w:r>
      <w:r w:rsidR="00B07880" w:rsidRPr="007F60C3">
        <w:rPr>
          <w:b/>
        </w:rPr>
        <w:t xml:space="preserve">3 </w:t>
      </w:r>
      <w:r w:rsidRPr="007F60C3">
        <w:rPr>
          <w:b/>
        </w:rPr>
        <w:t>pracovních dnů</w:t>
      </w:r>
      <w:r w:rsidR="007F60C3" w:rsidRPr="007F60C3">
        <w:t xml:space="preserve"> </w:t>
      </w:r>
      <w:r w:rsidRPr="007F60C3">
        <w:t>po doručení žádosti podle předchozího odstavce. Pokud zadavatel na žádost o vysvětlení,</w:t>
      </w:r>
      <w:r w:rsidRPr="00273B66">
        <w:t xml:space="preserve">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9E6BB5">
        <w:t xml:space="preserve">nejméně </w:t>
      </w:r>
      <w:r w:rsidR="00006FB3" w:rsidRPr="009E6BB5">
        <w:t>3</w:t>
      </w:r>
      <w:r w:rsidR="00693188" w:rsidRPr="009E6BB5">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D67192">
          <w:rPr>
            <w:rStyle w:val="Hypertextovodkaz"/>
            <w:noProof w:val="0"/>
            <w:color w:val="005DC2" w:themeColor="accent1" w:themeTint="BF"/>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0F0873" w:rsidRDefault="0035531B" w:rsidP="00D10A2D">
      <w:pPr>
        <w:pStyle w:val="Odrka1-2-"/>
        <w:rPr>
          <w:b/>
        </w:rPr>
      </w:pPr>
      <w:r w:rsidRPr="000F0873">
        <w:rPr>
          <w:b/>
        </w:rPr>
        <w:t>Provádění staveb, jejich změn</w:t>
      </w:r>
      <w:r w:rsidR="00845C50" w:rsidRPr="000F0873">
        <w:rPr>
          <w:b/>
        </w:rPr>
        <w:t xml:space="preserve"> a </w:t>
      </w:r>
      <w:r w:rsidRPr="000F0873">
        <w:rPr>
          <w:b/>
        </w:rPr>
        <w:t>odstraňování,</w:t>
      </w:r>
    </w:p>
    <w:p w14:paraId="70B71364" w14:textId="77777777" w:rsidR="0035531B" w:rsidRPr="000F0873" w:rsidRDefault="0035531B" w:rsidP="00CC4380">
      <w:pPr>
        <w:pStyle w:val="Odrka1-2-"/>
        <w:rPr>
          <w:b/>
        </w:rPr>
      </w:pPr>
      <w:r w:rsidRPr="000F0873">
        <w:rPr>
          <w:b/>
        </w:rPr>
        <w:t>Revize, prohlídky</w:t>
      </w:r>
      <w:r w:rsidR="00845C50" w:rsidRPr="000F0873">
        <w:rPr>
          <w:b/>
        </w:rPr>
        <w:t xml:space="preserve"> a </w:t>
      </w:r>
      <w:r w:rsidRPr="000F0873">
        <w:rPr>
          <w:b/>
        </w:rPr>
        <w:t>zkoušky určených technických zařízení</w:t>
      </w:r>
      <w:r w:rsidR="00092CC9" w:rsidRPr="000F0873">
        <w:rPr>
          <w:b/>
        </w:rPr>
        <w:t xml:space="preserve"> v </w:t>
      </w:r>
      <w:r w:rsidRPr="000F0873">
        <w:rPr>
          <w:b/>
        </w:rPr>
        <w:t>provozu,</w:t>
      </w:r>
    </w:p>
    <w:p w14:paraId="3A6FD5AB" w14:textId="77777777" w:rsidR="0035531B" w:rsidRPr="000F0873" w:rsidRDefault="0035531B" w:rsidP="00CC4380">
      <w:pPr>
        <w:pStyle w:val="Odrka1-2-"/>
        <w:rPr>
          <w:b/>
        </w:rPr>
      </w:pPr>
      <w:r w:rsidRPr="000F0873">
        <w:rPr>
          <w:b/>
        </w:rPr>
        <w:t>Výkon zeměměřických činností,</w:t>
      </w:r>
    </w:p>
    <w:p w14:paraId="6F64E227" w14:textId="77777777" w:rsidR="0035531B" w:rsidRPr="000F0873" w:rsidRDefault="00006FB3" w:rsidP="00006FB3">
      <w:pPr>
        <w:pStyle w:val="Odrka1-2-"/>
        <w:spacing w:after="120"/>
        <w:rPr>
          <w:b/>
        </w:rPr>
      </w:pPr>
      <w:r w:rsidRPr="000F0873">
        <w:rPr>
          <w:b/>
        </w:rPr>
        <w:t>Projektová činnost ve výstavbě</w:t>
      </w:r>
      <w:r w:rsidR="0035531B" w:rsidRPr="000F0873">
        <w:rPr>
          <w:b/>
        </w:rPr>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4154AE" w:rsidRDefault="00344A9C" w:rsidP="00344A9C">
      <w:pPr>
        <w:pStyle w:val="Odrka1-1"/>
        <w:numPr>
          <w:ilvl w:val="0"/>
          <w:numId w:val="0"/>
        </w:numPr>
        <w:ind w:left="1190" w:firstLine="341"/>
        <w:rPr>
          <w:b/>
        </w:rPr>
      </w:pPr>
      <w:r w:rsidRPr="004154AE">
        <w:rPr>
          <w:b/>
        </w:rPr>
        <w:lastRenderedPageBreak/>
        <w:t>b) dopravní stavby</w:t>
      </w:r>
    </w:p>
    <w:p w14:paraId="6861A2BD" w14:textId="77777777" w:rsidR="00344A9C" w:rsidRPr="004154AE" w:rsidRDefault="00344A9C" w:rsidP="00344A9C">
      <w:pPr>
        <w:pStyle w:val="Odrka1-1"/>
        <w:numPr>
          <w:ilvl w:val="0"/>
          <w:numId w:val="0"/>
        </w:numPr>
        <w:ind w:left="1190" w:firstLine="341"/>
        <w:rPr>
          <w:b/>
        </w:rPr>
      </w:pPr>
      <w:r w:rsidRPr="004154AE">
        <w:rPr>
          <w:b/>
        </w:rPr>
        <w:t>e) 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154AE" w:rsidRDefault="0035531B" w:rsidP="00CC4380">
      <w:pPr>
        <w:pStyle w:val="Odrka1-2-"/>
      </w:pPr>
      <w:r w:rsidRPr="004154AE">
        <w:t>Zadavatel požaduje předložení úředního oprávnění pro ověřování výsledků zeměměřických činností</w:t>
      </w:r>
      <w:r w:rsidR="00092CC9" w:rsidRPr="004154AE">
        <w:t xml:space="preserve"> v </w:t>
      </w:r>
      <w:r w:rsidRPr="004154AE">
        <w:t xml:space="preserve">rozsahu dle § 13 odst. 1 písm. </w:t>
      </w:r>
      <w:r w:rsidRPr="004154AE">
        <w:rPr>
          <w:rStyle w:val="Tun9b"/>
        </w:rPr>
        <w:t>a)</w:t>
      </w:r>
      <w:r w:rsidR="00845C50" w:rsidRPr="004154AE">
        <w:rPr>
          <w:rStyle w:val="Tun9b"/>
        </w:rPr>
        <w:t xml:space="preserve"> </w:t>
      </w:r>
      <w:r w:rsidR="00845C50" w:rsidRPr="004154AE">
        <w:rPr>
          <w:rStyle w:val="Tun9b"/>
          <w:b w:val="0"/>
        </w:rPr>
        <w:t>a </w:t>
      </w:r>
      <w:r w:rsidRPr="004154AE">
        <w:rPr>
          <w:rStyle w:val="Tun9b"/>
        </w:rPr>
        <w:t>c)</w:t>
      </w:r>
      <w:r w:rsidRPr="004154AE">
        <w:t xml:space="preserve"> zákona č. 200/1994 Sb.,</w:t>
      </w:r>
      <w:r w:rsidR="00092CC9" w:rsidRPr="004154AE">
        <w:t xml:space="preserve"> o </w:t>
      </w:r>
      <w:r w:rsidRPr="004154AE">
        <w:t>zeměměřictví</w:t>
      </w:r>
      <w:r w:rsidR="00845C50" w:rsidRPr="004154AE">
        <w:t xml:space="preserve"> a</w:t>
      </w:r>
      <w:r w:rsidR="00092CC9" w:rsidRPr="004154AE">
        <w:t xml:space="preserve"> o </w:t>
      </w:r>
      <w:r w:rsidRPr="004154AE">
        <w:t>změně</w:t>
      </w:r>
      <w:r w:rsidR="00845C50" w:rsidRPr="004154AE">
        <w:t xml:space="preserve"> a </w:t>
      </w:r>
      <w:r w:rsidRPr="004154AE">
        <w:t>doplnění některých zákonů souvisejících</w:t>
      </w:r>
      <w:r w:rsidR="00845C50" w:rsidRPr="004154AE">
        <w:t xml:space="preserve"> s </w:t>
      </w:r>
      <w:r w:rsidRPr="004154AE">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CA7593" w:rsidRDefault="0035531B" w:rsidP="001F79F7">
      <w:pPr>
        <w:pStyle w:val="Text1-1"/>
        <w:ind w:left="737"/>
        <w:rPr>
          <w:rStyle w:val="Tun9b"/>
        </w:rPr>
      </w:pPr>
      <w:r w:rsidRPr="00CA7593">
        <w:rPr>
          <w:rStyle w:val="Tun9b"/>
        </w:rPr>
        <w:t xml:space="preserve">Technická kvalifikace – seznam </w:t>
      </w:r>
      <w:r w:rsidR="00421A08" w:rsidRPr="00CA7593">
        <w:rPr>
          <w:rStyle w:val="Tun9b"/>
        </w:rPr>
        <w:t xml:space="preserve">významných služeb a </w:t>
      </w:r>
      <w:r w:rsidRPr="00CA7593">
        <w:rPr>
          <w:rStyle w:val="Tun9b"/>
        </w:rPr>
        <w:t>stavebních prací</w:t>
      </w:r>
    </w:p>
    <w:p w14:paraId="65709BB3" w14:textId="5A5CC924" w:rsidR="00187DED" w:rsidRPr="00B469CA" w:rsidRDefault="00187DED" w:rsidP="00187DED">
      <w:pPr>
        <w:pStyle w:val="Odrka1-1"/>
      </w:pPr>
      <w:r w:rsidRPr="00B469CA">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469CA">
        <w:t>DSP+</w:t>
      </w:r>
      <w:r w:rsidRPr="00B469CA">
        <w:t xml:space="preserve">PDPS) </w:t>
      </w:r>
      <w:r w:rsidR="001E35F3" w:rsidRPr="00B469CA">
        <w:t xml:space="preserve">ve společném stupni projektové dokumentace pro společné povolení a projektové dokumentace pro provádění stavby (DUSP+PDPS) </w:t>
      </w:r>
      <w:r w:rsidRPr="00B469CA">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11E2D64A"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w:t>
      </w:r>
      <w:r w:rsidRPr="00B469CA">
        <w:t xml:space="preserve">charakteru poskytnutých dodavatelem v posledních 5 letech před zahájením výběrového řízení, </w:t>
      </w:r>
      <w:r w:rsidRPr="00B469CA">
        <w:rPr>
          <w:lang w:eastAsia="cs-CZ"/>
        </w:rPr>
        <w:t>jejichž předmětem bylo</w:t>
      </w:r>
      <w:r w:rsidR="00C27EA4" w:rsidRPr="00B469CA">
        <w:rPr>
          <w:lang w:eastAsia="cs-CZ"/>
        </w:rPr>
        <w:t xml:space="preserve"> </w:t>
      </w:r>
      <w:r w:rsidRPr="00B469CA">
        <w:rPr>
          <w:lang w:eastAsia="cs-CZ"/>
        </w:rPr>
        <w:t xml:space="preserve">projektování alespoň </w:t>
      </w:r>
      <w:r w:rsidR="00CA7593" w:rsidRPr="00B469CA">
        <w:rPr>
          <w:lang w:eastAsia="cs-CZ"/>
        </w:rPr>
        <w:t>jednoho</w:t>
      </w:r>
      <w:r w:rsidRPr="00B469CA">
        <w:t xml:space="preserve"> automatick</w:t>
      </w:r>
      <w:r w:rsidR="00146117" w:rsidRPr="00B469CA">
        <w:t>ého</w:t>
      </w:r>
      <w:r w:rsidRPr="00B469CA">
        <w:t xml:space="preserve"> </w:t>
      </w:r>
      <w:r w:rsidRPr="00B469CA">
        <w:rPr>
          <w:lang w:eastAsia="cs-CZ"/>
        </w:rPr>
        <w:t>přejezdov</w:t>
      </w:r>
      <w:r w:rsidR="00146117" w:rsidRPr="00B469CA">
        <w:rPr>
          <w:lang w:eastAsia="cs-CZ"/>
        </w:rPr>
        <w:t>ého</w:t>
      </w:r>
      <w:r w:rsidRPr="00B469CA">
        <w:rPr>
          <w:lang w:eastAsia="cs-CZ"/>
        </w:rPr>
        <w:t xml:space="preserve"> zabezpečovací</w:t>
      </w:r>
      <w:r w:rsidR="00146117" w:rsidRPr="00B469CA">
        <w:rPr>
          <w:lang w:eastAsia="cs-CZ"/>
        </w:rPr>
        <w:t>ho</w:t>
      </w:r>
      <w:r w:rsidRPr="00B469CA">
        <w:rPr>
          <w:lang w:eastAsia="cs-CZ"/>
        </w:rPr>
        <w:t xml:space="preserve"> zařízení vč. přejezdové konstrukce</w:t>
      </w:r>
      <w:r w:rsidRPr="00B469CA">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456D49">
        <w:t>všechny požadované údaje, zejména název služby, předmět plnění</w:t>
      </w:r>
      <w:r w:rsidR="00444B37" w:rsidRPr="00456D49">
        <w:t>, počet automatických přejezdových zabezpečovacích zařízení vč. přejezdové konstrukce</w:t>
      </w:r>
      <w:r w:rsidRPr="00456D49">
        <w:t>, doba poskytnutí služby, identifikace objednatele a kontaktní údaje na osobu na</w:t>
      </w:r>
      <w:r w:rsidRPr="0000237D">
        <w:t xml:space="preserve">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lastRenderedPageBreak/>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489FA54"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456D49">
        <w:rPr>
          <w:lang w:eastAsia="cs-CZ"/>
        </w:rPr>
        <w:t xml:space="preserve">jednoho </w:t>
      </w:r>
      <w:r w:rsidR="001840C6" w:rsidRPr="00456D49">
        <w:rPr>
          <w:lang w:eastAsia="cs-CZ"/>
        </w:rPr>
        <w:t>přejezdov</w:t>
      </w:r>
      <w:r w:rsidR="00456D49" w:rsidRPr="00456D49">
        <w:rPr>
          <w:lang w:eastAsia="cs-CZ"/>
        </w:rPr>
        <w:t>ého</w:t>
      </w:r>
      <w:r w:rsidR="001840C6" w:rsidRPr="00456D49">
        <w:rPr>
          <w:lang w:eastAsia="cs-CZ"/>
        </w:rPr>
        <w:t xml:space="preserve"> zabezpečovací</w:t>
      </w:r>
      <w:r w:rsidR="00456D49" w:rsidRPr="00456D49">
        <w:rPr>
          <w:lang w:eastAsia="cs-CZ"/>
        </w:rPr>
        <w:t>ho</w:t>
      </w:r>
      <w:r w:rsidR="001840C6" w:rsidRPr="00456D49">
        <w:rPr>
          <w:lang w:eastAsia="cs-CZ"/>
        </w:rPr>
        <w:t xml:space="preserve"> zařízení reléového typu s elektronickými doplňky, nebo plně elektronického typu vč. přejezdové konstrukce (dále jen „PZZ</w:t>
      </w:r>
      <w:r w:rsidR="003E7EAF" w:rsidRPr="00456D49">
        <w:rPr>
          <w:lang w:eastAsia="cs-CZ"/>
        </w:rPr>
        <w:t xml:space="preserve"> vč. přejezdové konstrukce</w:t>
      </w:r>
      <w:r w:rsidR="001840C6" w:rsidRPr="00456D49">
        <w:rPr>
          <w:lang w:eastAsia="cs-CZ"/>
        </w:rPr>
        <w:t>“)</w:t>
      </w:r>
      <w:r w:rsidR="00EC46CA" w:rsidRPr="00456D49">
        <w:rPr>
          <w:lang w:eastAsia="cs-CZ"/>
        </w:rPr>
        <w:t>,</w:t>
      </w:r>
      <w:r w:rsidR="00EC46CA">
        <w:rPr>
          <w:lang w:eastAsia="cs-CZ"/>
        </w:rPr>
        <w:t xml:space="preserve"> a to v minimální hodnotě plnění ve výši </w:t>
      </w:r>
      <w:r w:rsidR="00163B2B" w:rsidRPr="00163B2B">
        <w:rPr>
          <w:b/>
          <w:lang w:eastAsia="cs-CZ"/>
        </w:rPr>
        <w:lastRenderedPageBreak/>
        <w:t xml:space="preserve">11 000 000,- </w:t>
      </w:r>
      <w:r w:rsidR="00EC46CA" w:rsidRPr="00163B2B">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w:t>
      </w:r>
      <w:r w:rsidR="00CF3940" w:rsidRPr="00163B2B">
        <w:rPr>
          <w:lang w:eastAsia="cs-CZ"/>
        </w:rPr>
        <w:t>opravy PZZ vč. přejezdové konstrukce)</w:t>
      </w:r>
      <w:r w:rsidR="00EC46CA" w:rsidRPr="00163B2B">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w:t>
      </w:r>
      <w:r w:rsidRPr="000C1678">
        <w:t>této Výzvy. V předloženém seznamu musí být uvedeny všechny požadované údaje, zejména název stavební práce, předmět plnění s uvedením všech zadavatelem výše požadovaných údajů, cena</w:t>
      </w:r>
      <w:r w:rsidR="00071543" w:rsidRPr="000C1678">
        <w:t xml:space="preserve"> </w:t>
      </w:r>
      <w:r w:rsidR="00EA0048" w:rsidRPr="000C1678">
        <w:t xml:space="preserve">a počet </w:t>
      </w:r>
      <w:r w:rsidR="00071543" w:rsidRPr="000C1678">
        <w:rPr>
          <w:lang w:eastAsia="cs-CZ"/>
        </w:rPr>
        <w:t>PZZ vč. přejezdové konstrukce</w:t>
      </w:r>
      <w:r w:rsidRPr="000C1678">
        <w:t xml:space="preserve">, doba a místo provádění stavebních prací, identifikace objednatele a kontaktní údaje na osobu na straně objednatele, u níž je možné ověřit rozhodné skutečnosti ohledně realizované stavební práce. Přílohou seznamu budou </w:t>
      </w:r>
      <w:r w:rsidRPr="000C1678">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0C1678">
        <w:t xml:space="preserve"> a počet </w:t>
      </w:r>
      <w:r w:rsidR="00EA0048" w:rsidRPr="000C1678">
        <w:rPr>
          <w:lang w:eastAsia="cs-CZ"/>
        </w:rPr>
        <w:t>PZZ vč. přejezdové konstrukce</w:t>
      </w:r>
      <w:r w:rsidRPr="000C1678">
        <w:t>, dobu</w:t>
      </w:r>
      <w:r w:rsidRPr="0000237D">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rsidRPr="0000237D">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B41A15" w:rsidRDefault="00E14DD4" w:rsidP="00E14DD4">
      <w:pPr>
        <w:pStyle w:val="Odrka1-2-"/>
      </w:pPr>
      <w:r w:rsidRPr="00B41A15">
        <w:t xml:space="preserve">nejméně 5 let praxe v projektování </w:t>
      </w:r>
      <w:r w:rsidR="00E53E11" w:rsidRPr="00B41A15">
        <w:t>zabezpečovacího zařízení</w:t>
      </w:r>
      <w:r w:rsidRPr="00B41A15">
        <w:t xml:space="preserve"> </w:t>
      </w:r>
      <w:r w:rsidR="00E46A80" w:rsidRPr="00B41A15">
        <w:t xml:space="preserve">železničních </w:t>
      </w:r>
      <w:r w:rsidR="00C34023" w:rsidRPr="00B41A15">
        <w:t>drah;</w:t>
      </w:r>
    </w:p>
    <w:p w14:paraId="3CA8A3E1" w14:textId="6BED6B2B" w:rsidR="00CF3409" w:rsidRPr="00FF5D99" w:rsidRDefault="008030A8" w:rsidP="00CF3409">
      <w:pPr>
        <w:pStyle w:val="Odrka1-2-"/>
      </w:pPr>
      <w:r w:rsidRPr="00B41A15">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bookmarkStart w:id="13" w:name="_GoBack"/>
      <w:bookmarkEnd w:id="13"/>
      <w:r w:rsidR="00CF3409" w:rsidRPr="00B41A15">
        <w:t>,</w:t>
      </w:r>
      <w:r w:rsidR="00CF3409">
        <w:t xml:space="preserve"> </w:t>
      </w:r>
      <w:r w:rsidR="00CF3409" w:rsidRPr="00450888">
        <w:rPr>
          <w:rFonts w:eastAsia="Times New Roman" w:cs="Calibri"/>
          <w:lang w:eastAsia="cs-CZ"/>
        </w:rPr>
        <w:t>přičemž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F4513D" w:rsidRDefault="00E14DD4" w:rsidP="00E14DD4">
      <w:pPr>
        <w:pStyle w:val="Odrka1-2-"/>
        <w:rPr>
          <w:rStyle w:val="Tun9b"/>
          <w:b w:val="0"/>
        </w:rPr>
      </w:pPr>
      <w:r w:rsidRPr="00F4513D">
        <w:t xml:space="preserve">doklad o autorizaci v rozsahu dle § 5 odst. 3 písm. </w:t>
      </w:r>
      <w:r w:rsidRPr="00F4513D">
        <w:rPr>
          <w:b/>
        </w:rPr>
        <w:t>e</w:t>
      </w:r>
      <w:r w:rsidRPr="00F4513D">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F4513D">
        <w:rPr>
          <w:b/>
        </w:rPr>
        <w:t>technologická zařízení staveb</w:t>
      </w:r>
      <w:r w:rsidRPr="00F4513D">
        <w:t>;</w:t>
      </w:r>
    </w:p>
    <w:p w14:paraId="490290BE" w14:textId="77777777" w:rsidR="0035531B" w:rsidRPr="00F4513D" w:rsidRDefault="0035531B" w:rsidP="00EF4DAC">
      <w:pPr>
        <w:pStyle w:val="Odstavec1-1a"/>
        <w:numPr>
          <w:ilvl w:val="0"/>
          <w:numId w:val="11"/>
        </w:numPr>
        <w:rPr>
          <w:rStyle w:val="Tun9b"/>
        </w:rPr>
      </w:pPr>
      <w:r w:rsidRPr="00F4513D">
        <w:rPr>
          <w:rStyle w:val="Tun9b"/>
        </w:rPr>
        <w:t>stavbyvedoucí</w:t>
      </w:r>
    </w:p>
    <w:p w14:paraId="02779B00" w14:textId="77777777" w:rsidR="0035531B" w:rsidRPr="00F4513D" w:rsidRDefault="0035531B" w:rsidP="00930B79">
      <w:pPr>
        <w:pStyle w:val="Odrka1-2-"/>
      </w:pPr>
      <w:r w:rsidRPr="00F4513D">
        <w:t>minimálně středoškolské vzdělání;</w:t>
      </w:r>
    </w:p>
    <w:p w14:paraId="4181F789" w14:textId="77777777" w:rsidR="0035531B" w:rsidRPr="00F4513D" w:rsidRDefault="0035531B" w:rsidP="00930B79">
      <w:pPr>
        <w:pStyle w:val="Odrka1-2-"/>
      </w:pPr>
      <w:r w:rsidRPr="00F4513D">
        <w:t>nejméně 5 let praxe</w:t>
      </w:r>
      <w:r w:rsidR="00092CC9" w:rsidRPr="00F4513D">
        <w:t xml:space="preserve"> v </w:t>
      </w:r>
      <w:r w:rsidRPr="00F4513D">
        <w:t xml:space="preserve">řízení provádění staveb železničních drah; </w:t>
      </w:r>
    </w:p>
    <w:p w14:paraId="320226E1" w14:textId="6EFB6BC3" w:rsidR="0035531B" w:rsidRPr="00F4513D" w:rsidRDefault="00AF4A09" w:rsidP="00AF4A09">
      <w:pPr>
        <w:pStyle w:val="Odrka1-2-"/>
      </w:pPr>
      <w:r w:rsidRPr="00F4513D">
        <w:lastRenderedPageBreak/>
        <w:t xml:space="preserve">zkušenost s řízením realizace alespoň jedné zakázky </w:t>
      </w:r>
      <w:r w:rsidR="00642162" w:rsidRPr="00F4513D">
        <w:t>na stavební práce, jež zahrnovala novostavbu</w:t>
      </w:r>
      <w:r w:rsidR="004A5FBB" w:rsidRPr="00F4513D">
        <w:t>,</w:t>
      </w:r>
      <w:r w:rsidR="00642162" w:rsidRPr="00F4513D">
        <w:t xml:space="preserve"> rekonstrukci </w:t>
      </w:r>
      <w:r w:rsidR="004A5FBB" w:rsidRPr="00F4513D">
        <w:t xml:space="preserve">nebo opravu </w:t>
      </w:r>
      <w:r w:rsidRPr="00F4513D">
        <w:t xml:space="preserve">stavby železničních drah v hodnotě </w:t>
      </w:r>
      <w:r w:rsidRPr="00F4513D">
        <w:rPr>
          <w:b/>
        </w:rPr>
        <w:t xml:space="preserve">nejméně </w:t>
      </w:r>
      <w:r w:rsidR="00F4513D" w:rsidRPr="00F4513D">
        <w:rPr>
          <w:b/>
        </w:rPr>
        <w:t>8 000 000,-</w:t>
      </w:r>
      <w:r w:rsidRPr="00F4513D">
        <w:rPr>
          <w:b/>
        </w:rPr>
        <w:t xml:space="preserve"> Kč </w:t>
      </w:r>
      <w:r w:rsidRPr="00F4513D">
        <w:t xml:space="preserve">bez DPH, a to v posledních 10 letech před zahájením </w:t>
      </w:r>
      <w:r w:rsidR="00E14DD4" w:rsidRPr="00F4513D">
        <w:t xml:space="preserve">výběrového řízení, </w:t>
      </w:r>
      <w:r w:rsidRPr="00F4513D">
        <w:t xml:space="preserve">jejíž </w:t>
      </w:r>
      <w:r w:rsidR="00E14DD4" w:rsidRPr="00F4513D">
        <w:t>součástí</w:t>
      </w:r>
      <w:r w:rsidRPr="00F4513D">
        <w:t xml:space="preserve"> byla mimo jiné </w:t>
      </w:r>
      <w:r w:rsidR="00BE3236" w:rsidRPr="00F4513D">
        <w:t>novostavba</w:t>
      </w:r>
      <w:r w:rsidR="00707B4F" w:rsidRPr="00F4513D">
        <w:t>,</w:t>
      </w:r>
      <w:r w:rsidR="00BE3236" w:rsidRPr="00F4513D">
        <w:t xml:space="preserve"> </w:t>
      </w:r>
      <w:r w:rsidRPr="00F4513D">
        <w:t>rekonstrukce</w:t>
      </w:r>
      <w:r w:rsidR="00707B4F" w:rsidRPr="00F4513D">
        <w:t xml:space="preserve"> nebo oprava</w:t>
      </w:r>
      <w:r w:rsidRPr="00F4513D">
        <w:t xml:space="preserve"> </w:t>
      </w:r>
      <w:r w:rsidR="00E14DD4" w:rsidRPr="00F4513D">
        <w:rPr>
          <w:rFonts w:ascii="Verdana" w:hAnsi="Verdana" w:cs="Calibri"/>
        </w:rPr>
        <w:t>přejezdových zabezpečovacích zařízení</w:t>
      </w:r>
      <w:r w:rsidR="00E14DD4" w:rsidRPr="00F4513D">
        <w:rPr>
          <w:rFonts w:ascii="Verdana" w:hAnsi="Verdana" w:cs="Calibri"/>
          <w:color w:val="FF0000"/>
        </w:rPr>
        <w:t xml:space="preserve"> </w:t>
      </w:r>
      <w:r w:rsidR="00E14DD4" w:rsidRPr="00F4513D">
        <w:rPr>
          <w:rFonts w:ascii="Verdana" w:hAnsi="Verdana" w:cs="Calibri"/>
        </w:rPr>
        <w:t>reléového typu s elektronickými doplňky, nebo plně elektronického typu vč. přejezdové konstrukce</w:t>
      </w:r>
      <w:r w:rsidR="0035531B" w:rsidRPr="00F4513D">
        <w:t>;</w:t>
      </w:r>
    </w:p>
    <w:p w14:paraId="179A43A2" w14:textId="4D9E9FC5" w:rsidR="0035531B" w:rsidRPr="00F4513D" w:rsidRDefault="0035531B" w:rsidP="00AD1771">
      <w:pPr>
        <w:pStyle w:val="Odrka1-2-"/>
      </w:pPr>
      <w:r w:rsidRPr="00F4513D">
        <w:t>musí předložit doklad</w:t>
      </w:r>
      <w:r w:rsidR="00092CC9" w:rsidRPr="00F4513D">
        <w:t xml:space="preserve"> o </w:t>
      </w:r>
      <w:r w:rsidRPr="00F4513D">
        <w:t>autorizaci</w:t>
      </w:r>
      <w:r w:rsidR="00092CC9" w:rsidRPr="00F4513D">
        <w:t xml:space="preserve"> v </w:t>
      </w:r>
      <w:r w:rsidRPr="00F4513D">
        <w:t xml:space="preserve">rozsahu dle § 5 odst. 3 písm. </w:t>
      </w:r>
      <w:r w:rsidR="006B6FDB" w:rsidRPr="00F4513D">
        <w:rPr>
          <w:b/>
        </w:rPr>
        <w:t>e</w:t>
      </w:r>
      <w:r w:rsidRPr="00F4513D">
        <w:rPr>
          <w:b/>
        </w:rPr>
        <w:t>)</w:t>
      </w:r>
      <w:r w:rsidRPr="00F4513D">
        <w:t xml:space="preserve"> </w:t>
      </w:r>
      <w:r w:rsidR="007476A8" w:rsidRPr="00F4513D">
        <w:t xml:space="preserve">autorizačního </w:t>
      </w:r>
      <w:r w:rsidRPr="00F4513D">
        <w:t>zákona, tedy</w:t>
      </w:r>
      <w:r w:rsidR="00092CC9" w:rsidRPr="00F4513D">
        <w:t xml:space="preserve"> v </w:t>
      </w:r>
      <w:r w:rsidRPr="00F4513D">
        <w:t xml:space="preserve">oboru </w:t>
      </w:r>
      <w:r w:rsidR="006B6FDB" w:rsidRPr="00F4513D">
        <w:rPr>
          <w:b/>
        </w:rPr>
        <w:t>technologická zařízení staveb</w:t>
      </w:r>
      <w:r w:rsidRPr="00F4513D">
        <w:t>;</w:t>
      </w:r>
    </w:p>
    <w:p w14:paraId="142152AE" w14:textId="77777777" w:rsidR="0035531B" w:rsidRPr="00F4513D" w:rsidRDefault="0035531B" w:rsidP="00930B79">
      <w:pPr>
        <w:pStyle w:val="Odstavec1-1a"/>
        <w:rPr>
          <w:rStyle w:val="Tun9b"/>
        </w:rPr>
      </w:pPr>
      <w:r w:rsidRPr="00F4513D">
        <w:rPr>
          <w:rStyle w:val="Tun9b"/>
        </w:rPr>
        <w:t>specialista (vedoucí prací) na železniční svršek</w:t>
      </w:r>
      <w:r w:rsidR="00AF4A09" w:rsidRPr="00F4513D">
        <w:rPr>
          <w:rStyle w:val="Tun9b"/>
        </w:rPr>
        <w:t xml:space="preserve"> a spodek</w:t>
      </w:r>
      <w:r w:rsidRPr="00F4513D">
        <w:rPr>
          <w:rStyle w:val="Tun9b"/>
        </w:rPr>
        <w:t xml:space="preserve"> </w:t>
      </w:r>
    </w:p>
    <w:p w14:paraId="5D6D92DC" w14:textId="77777777" w:rsidR="0035531B" w:rsidRPr="00F4513D" w:rsidRDefault="0035531B" w:rsidP="00930B79">
      <w:pPr>
        <w:pStyle w:val="Odrka1-2-"/>
      </w:pPr>
      <w:r w:rsidRPr="00F4513D">
        <w:t>minimálně středoškolské vzdělání;</w:t>
      </w:r>
    </w:p>
    <w:p w14:paraId="4FA7DDDC" w14:textId="77777777" w:rsidR="0035531B" w:rsidRPr="00F4513D" w:rsidRDefault="0035531B" w:rsidP="00930B79">
      <w:pPr>
        <w:pStyle w:val="Odrka1-2-"/>
      </w:pPr>
      <w:r w:rsidRPr="00F4513D">
        <w:t>nejméně 5 let praxe</w:t>
      </w:r>
      <w:r w:rsidR="00092CC9" w:rsidRPr="00F4513D">
        <w:t xml:space="preserve"> v </w:t>
      </w:r>
      <w:r w:rsidRPr="00F4513D">
        <w:t xml:space="preserve">oboru své specializace </w:t>
      </w:r>
      <w:r w:rsidR="00B07880" w:rsidRPr="00F4513D">
        <w:t xml:space="preserve">(železniční svršek a spodek) </w:t>
      </w:r>
      <w:r w:rsidRPr="00F4513D">
        <w:t>při provádění staveb;</w:t>
      </w:r>
    </w:p>
    <w:p w14:paraId="75F715E3" w14:textId="77777777" w:rsidR="0035531B" w:rsidRPr="00F4513D" w:rsidRDefault="0096212A" w:rsidP="00AF4A09">
      <w:pPr>
        <w:pStyle w:val="Odrka1-2-"/>
      </w:pPr>
      <w:r w:rsidRPr="00F4513D">
        <w:t xml:space="preserve">musí předložit doklad o autorizaci v rozsahu dle § 5 odst. 3 písm. </w:t>
      </w:r>
      <w:r w:rsidRPr="00F4513D">
        <w:rPr>
          <w:b/>
        </w:rPr>
        <w:t>b)</w:t>
      </w:r>
      <w:r w:rsidRPr="00F4513D">
        <w:t xml:space="preserve"> autorizačního zákona, tedy v oboru </w:t>
      </w:r>
      <w:r w:rsidRPr="00F4513D">
        <w:rPr>
          <w:b/>
        </w:rPr>
        <w:t>dopravní stavby</w:t>
      </w:r>
      <w:r w:rsidRPr="00F4513D">
        <w:t>;</w:t>
      </w:r>
    </w:p>
    <w:p w14:paraId="230FA4EC" w14:textId="77777777" w:rsidR="0035531B" w:rsidRPr="00F4513D" w:rsidRDefault="0035531B" w:rsidP="008B2021">
      <w:pPr>
        <w:pStyle w:val="Odstavec1-1a"/>
        <w:rPr>
          <w:rStyle w:val="Tun9b"/>
        </w:rPr>
      </w:pPr>
      <w:r w:rsidRPr="00F4513D">
        <w:rPr>
          <w:rStyle w:val="Tun9b"/>
        </w:rPr>
        <w:t xml:space="preserve">specialista (vedoucí prací) na </w:t>
      </w:r>
      <w:r w:rsidR="00AF4A09" w:rsidRPr="00F4513D">
        <w:rPr>
          <w:rStyle w:val="Tun9b"/>
        </w:rPr>
        <w:t xml:space="preserve">sdělovací a </w:t>
      </w:r>
      <w:r w:rsidRPr="00F4513D">
        <w:rPr>
          <w:rStyle w:val="Tun9b"/>
        </w:rPr>
        <w:t>zabezpečovací zařízení</w:t>
      </w:r>
    </w:p>
    <w:p w14:paraId="2A36A42A" w14:textId="77777777" w:rsidR="0035531B" w:rsidRPr="00F4513D" w:rsidRDefault="0035531B" w:rsidP="008B2021">
      <w:pPr>
        <w:pStyle w:val="Odrka1-2-"/>
      </w:pPr>
      <w:r w:rsidRPr="00F4513D">
        <w:t>minimálně středoškolské vzdělání;</w:t>
      </w:r>
    </w:p>
    <w:p w14:paraId="0D449C1A" w14:textId="77777777" w:rsidR="0035531B" w:rsidRPr="00F4513D" w:rsidRDefault="0035531B" w:rsidP="008B2021">
      <w:pPr>
        <w:pStyle w:val="Odrka1-2-"/>
      </w:pPr>
      <w:r w:rsidRPr="00F4513D">
        <w:t>nejméně 5 let praxe</w:t>
      </w:r>
      <w:r w:rsidR="00092CC9" w:rsidRPr="00F4513D">
        <w:t xml:space="preserve"> v </w:t>
      </w:r>
      <w:r w:rsidRPr="00F4513D">
        <w:t xml:space="preserve">oboru své specializace </w:t>
      </w:r>
      <w:r w:rsidR="00B07880" w:rsidRPr="00F4513D">
        <w:t xml:space="preserve">(sdělovací a zabezpečovací zařízení) </w:t>
      </w:r>
      <w:r w:rsidRPr="00F4513D">
        <w:t>při provádění staveb;</w:t>
      </w:r>
    </w:p>
    <w:p w14:paraId="1C2557CE" w14:textId="77777777" w:rsidR="0035531B" w:rsidRPr="00F4513D" w:rsidRDefault="0035531B" w:rsidP="008B2021">
      <w:pPr>
        <w:pStyle w:val="Odrka1-2-"/>
      </w:pPr>
      <w:r w:rsidRPr="00F4513D">
        <w:t>musí předložit doklad</w:t>
      </w:r>
      <w:r w:rsidR="00092CC9" w:rsidRPr="00F4513D">
        <w:t xml:space="preserve"> o </w:t>
      </w:r>
      <w:r w:rsidRPr="00F4513D">
        <w:t>autorizaci</w:t>
      </w:r>
      <w:r w:rsidR="00092CC9" w:rsidRPr="00F4513D">
        <w:t xml:space="preserve"> v </w:t>
      </w:r>
      <w:r w:rsidRPr="00F4513D">
        <w:t xml:space="preserve">rozsahu dle § 5 odst. 3 písm. </w:t>
      </w:r>
      <w:r w:rsidRPr="00F4513D">
        <w:rPr>
          <w:b/>
        </w:rPr>
        <w:t>e)</w:t>
      </w:r>
      <w:r w:rsidRPr="00F4513D">
        <w:t xml:space="preserve"> autorizačního zákona, tedy</w:t>
      </w:r>
      <w:r w:rsidR="00092CC9" w:rsidRPr="00F4513D">
        <w:t xml:space="preserve"> v </w:t>
      </w:r>
      <w:r w:rsidRPr="00F4513D">
        <w:t xml:space="preserve">oboru </w:t>
      </w:r>
      <w:r w:rsidRPr="00F4513D">
        <w:rPr>
          <w:b/>
        </w:rPr>
        <w:t>technologická zařízení staveb</w:t>
      </w:r>
      <w:r w:rsidRPr="00F4513D">
        <w:t>;</w:t>
      </w:r>
    </w:p>
    <w:p w14:paraId="5FA642D1" w14:textId="77777777" w:rsidR="0035531B" w:rsidRPr="00F4513D" w:rsidRDefault="0035531B" w:rsidP="008B2021">
      <w:pPr>
        <w:pStyle w:val="Odstavec1-1a"/>
        <w:rPr>
          <w:rStyle w:val="Tun9b"/>
        </w:rPr>
      </w:pPr>
      <w:r w:rsidRPr="00F4513D">
        <w:rPr>
          <w:rStyle w:val="Tun9b"/>
        </w:rPr>
        <w:t xml:space="preserve">specialista (vedoucí prací) na </w:t>
      </w:r>
      <w:r w:rsidR="00AF4A09" w:rsidRPr="00F4513D">
        <w:rPr>
          <w:rStyle w:val="Tun9b"/>
        </w:rPr>
        <w:t>silnoproud</w:t>
      </w:r>
      <w:r w:rsidRPr="00F4513D">
        <w:rPr>
          <w:rStyle w:val="Tun9b"/>
        </w:rPr>
        <w:t xml:space="preserve"> </w:t>
      </w:r>
    </w:p>
    <w:p w14:paraId="085E229F" w14:textId="77777777" w:rsidR="0035531B" w:rsidRPr="00F4513D" w:rsidRDefault="0035531B" w:rsidP="008B2021">
      <w:pPr>
        <w:pStyle w:val="Odrka1-2-"/>
      </w:pPr>
      <w:r w:rsidRPr="00F4513D">
        <w:t>minimálně středoškolské vzdělání;</w:t>
      </w:r>
    </w:p>
    <w:p w14:paraId="1E62E74F" w14:textId="77777777" w:rsidR="0035531B" w:rsidRPr="00F4513D" w:rsidRDefault="0035531B" w:rsidP="008B2021">
      <w:pPr>
        <w:pStyle w:val="Odrka1-2-"/>
      </w:pPr>
      <w:r w:rsidRPr="00F4513D">
        <w:t>nejméně 5 let praxe</w:t>
      </w:r>
      <w:r w:rsidR="00092CC9" w:rsidRPr="00F4513D">
        <w:t xml:space="preserve"> v </w:t>
      </w:r>
      <w:r w:rsidRPr="00F4513D">
        <w:t xml:space="preserve">oboru své specializace </w:t>
      </w:r>
      <w:r w:rsidR="00B07880" w:rsidRPr="00F4513D">
        <w:t xml:space="preserve">(silnoproud) </w:t>
      </w:r>
      <w:r w:rsidRPr="00F4513D">
        <w:t>při provádění staveb;</w:t>
      </w:r>
    </w:p>
    <w:p w14:paraId="5350885B" w14:textId="77777777" w:rsidR="0035531B" w:rsidRPr="00F4513D" w:rsidRDefault="0035531B" w:rsidP="008B2021">
      <w:pPr>
        <w:pStyle w:val="Odrka1-2-"/>
      </w:pPr>
      <w:r w:rsidRPr="00F4513D">
        <w:t>musí předložit doklad</w:t>
      </w:r>
      <w:r w:rsidR="00092CC9" w:rsidRPr="00F4513D">
        <w:t xml:space="preserve"> o </w:t>
      </w:r>
      <w:r w:rsidRPr="00F4513D">
        <w:t>autorizaci</w:t>
      </w:r>
      <w:r w:rsidR="00092CC9" w:rsidRPr="00F4513D">
        <w:t xml:space="preserve"> v </w:t>
      </w:r>
      <w:r w:rsidRPr="00F4513D">
        <w:t xml:space="preserve">rozsahu dle § 5 odst. 3 písm. </w:t>
      </w:r>
      <w:r w:rsidRPr="00F4513D">
        <w:rPr>
          <w:b/>
        </w:rPr>
        <w:t>e)</w:t>
      </w:r>
      <w:r w:rsidRPr="00F4513D">
        <w:t xml:space="preserve"> autorizačního zákona, tedy</w:t>
      </w:r>
      <w:r w:rsidR="00092CC9" w:rsidRPr="00F4513D">
        <w:t xml:space="preserve"> v </w:t>
      </w:r>
      <w:r w:rsidRPr="00F4513D">
        <w:t xml:space="preserve">oboru </w:t>
      </w:r>
      <w:r w:rsidRPr="00F4513D">
        <w:rPr>
          <w:b/>
        </w:rPr>
        <w:t>technologická zařízení staveb</w:t>
      </w:r>
      <w:r w:rsidRPr="00F4513D">
        <w:t>;</w:t>
      </w:r>
    </w:p>
    <w:p w14:paraId="4D907F7B" w14:textId="77777777" w:rsidR="0035531B" w:rsidRPr="00F4513D" w:rsidRDefault="0035531B" w:rsidP="008B2021">
      <w:pPr>
        <w:pStyle w:val="Odstavec1-1a"/>
        <w:rPr>
          <w:rStyle w:val="Tun9b"/>
        </w:rPr>
      </w:pPr>
      <w:r w:rsidRPr="00F4513D">
        <w:rPr>
          <w:rStyle w:val="Tun9b"/>
        </w:rPr>
        <w:t>úředně oprávněný zeměměřický inženýr</w:t>
      </w:r>
    </w:p>
    <w:p w14:paraId="3B7769F3" w14:textId="77777777" w:rsidR="0035531B" w:rsidRPr="00F4513D" w:rsidRDefault="0035531B" w:rsidP="008B2021">
      <w:pPr>
        <w:pStyle w:val="Odrka1-2-"/>
      </w:pPr>
      <w:r w:rsidRPr="00F4513D">
        <w:t>oprávnění pro ověřování výsledků zeměměřických činností</w:t>
      </w:r>
      <w:r w:rsidR="00092CC9" w:rsidRPr="00F4513D">
        <w:t xml:space="preserve"> v </w:t>
      </w:r>
      <w:r w:rsidRPr="00F4513D">
        <w:t xml:space="preserve">rozsahu dle § 13 odst. 1 písm. </w:t>
      </w:r>
      <w:r w:rsidRPr="00F4513D">
        <w:rPr>
          <w:b/>
        </w:rPr>
        <w:t>a)</w:t>
      </w:r>
      <w:r w:rsidR="00845C50" w:rsidRPr="00F4513D">
        <w:t xml:space="preserve"> a </w:t>
      </w:r>
      <w:r w:rsidRPr="00F4513D">
        <w:rPr>
          <w:b/>
        </w:rPr>
        <w:t>c)</w:t>
      </w:r>
      <w:r w:rsidRPr="00F4513D">
        <w:t xml:space="preserve"> zákona č. 200/1994 Sb.,</w:t>
      </w:r>
      <w:r w:rsidR="00092CC9" w:rsidRPr="00F4513D">
        <w:t xml:space="preserve"> o </w:t>
      </w:r>
      <w:r w:rsidRPr="00F4513D">
        <w:t>zeměměřictví</w:t>
      </w:r>
      <w:r w:rsidR="00845C50" w:rsidRPr="00F4513D">
        <w:t xml:space="preserve"> a</w:t>
      </w:r>
      <w:r w:rsidR="00092CC9" w:rsidRPr="00F4513D">
        <w:t xml:space="preserve"> o </w:t>
      </w:r>
      <w:r w:rsidRPr="00F4513D">
        <w:t>změně</w:t>
      </w:r>
      <w:r w:rsidR="00845C50" w:rsidRPr="00F4513D">
        <w:t xml:space="preserve"> a </w:t>
      </w:r>
      <w:r w:rsidRPr="00F4513D">
        <w:t>doplnění některých zákonů souvisejících</w:t>
      </w:r>
      <w:r w:rsidR="00845C50" w:rsidRPr="00F4513D">
        <w:t xml:space="preserve"> s </w:t>
      </w:r>
      <w:r w:rsidRPr="00F4513D">
        <w:t xml:space="preserve">jeho zavedením, ve znění </w:t>
      </w:r>
      <w:r w:rsidR="004B4827" w:rsidRPr="00F4513D">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lastRenderedPageBreak/>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35369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4B4D5911" w:rsidR="0035531B"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715EC6A0" w14:textId="479E41DB" w:rsidR="00432076" w:rsidRDefault="00432076" w:rsidP="008B70C7">
      <w:pPr>
        <w:pStyle w:val="Textbezslovn"/>
      </w:pPr>
    </w:p>
    <w:p w14:paraId="1D5147BA" w14:textId="77777777" w:rsidR="00432076" w:rsidRPr="0000237D" w:rsidRDefault="00432076" w:rsidP="008B70C7">
      <w:pPr>
        <w:pStyle w:val="Textbezslovn"/>
      </w:pP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35369B"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35369B">
        <w:t>podmínku pro uzavření smlouvy.</w:t>
      </w:r>
    </w:p>
    <w:p w14:paraId="66FC5FCF" w14:textId="77777777" w:rsidR="0035531B" w:rsidRPr="0035369B" w:rsidRDefault="0035531B" w:rsidP="0006499F">
      <w:pPr>
        <w:pStyle w:val="Odrka1-1"/>
      </w:pPr>
      <w:r w:rsidRPr="0035369B">
        <w:t>Informace</w:t>
      </w:r>
      <w:r w:rsidR="00BC6D2B" w:rsidRPr="0035369B">
        <w:t xml:space="preserve"> k </w:t>
      </w:r>
      <w:r w:rsidRPr="0035369B">
        <w:t>doložení úředního oprávnění pro ověřování výsledků zeměměřických činností</w:t>
      </w:r>
      <w:r w:rsidR="00092CC9" w:rsidRPr="0035369B">
        <w:t xml:space="preserve"> v </w:t>
      </w:r>
      <w:r w:rsidRPr="0035369B">
        <w:t>rozsahu dle § 13 odst. 1 zákona č. 200/1994 Sb.,</w:t>
      </w:r>
      <w:r w:rsidR="00092CC9" w:rsidRPr="0035369B">
        <w:t xml:space="preserve"> o </w:t>
      </w:r>
      <w:r w:rsidRPr="0035369B">
        <w:t>zeměměřictví</w:t>
      </w:r>
      <w:r w:rsidR="00845C50" w:rsidRPr="0035369B">
        <w:t xml:space="preserve"> a</w:t>
      </w:r>
      <w:r w:rsidR="00092CC9" w:rsidRPr="0035369B">
        <w:t xml:space="preserve"> o </w:t>
      </w:r>
      <w:r w:rsidRPr="0035369B">
        <w:t>změně</w:t>
      </w:r>
      <w:r w:rsidR="00845C50" w:rsidRPr="0035369B">
        <w:t xml:space="preserve"> a </w:t>
      </w:r>
      <w:r w:rsidRPr="0035369B">
        <w:t>doplnění některých zákonů souvisejících</w:t>
      </w:r>
      <w:r w:rsidR="00845C50" w:rsidRPr="0035369B">
        <w:t xml:space="preserve"> s </w:t>
      </w:r>
      <w:r w:rsidRPr="0035369B">
        <w:t>jeho zavedením, ve znění pozdějších předpisů, zahraničními osobami (§ 12 až 16 zák. č. 200/1994 Sb.): přeshraniční poskytování služeb</w:t>
      </w:r>
      <w:r w:rsidR="00092CC9" w:rsidRPr="0035369B">
        <w:t xml:space="preserve"> v </w:t>
      </w:r>
      <w:r w:rsidRPr="0035369B">
        <w:t>České republice zahraniční fyzickou osobou ohledně ověřování výsledků zeměměřických činností je možné pouze na základě úředního oprávnění, které vydává Český úřad zeměměřický</w:t>
      </w:r>
      <w:r w:rsidR="00845C50" w:rsidRPr="0035369B">
        <w:t xml:space="preserve"> a </w:t>
      </w:r>
      <w:r w:rsidRPr="0035369B">
        <w:t>katastrální. Úřední oprávnění udělí příslušný úřad fyzické osobě, které uzná odbornou kvalifikaci</w:t>
      </w:r>
      <w:r w:rsidR="00845C50" w:rsidRPr="0035369B">
        <w:t xml:space="preserve"> a </w:t>
      </w:r>
      <w:r w:rsidRPr="0035369B">
        <w:t>bezúhonnost podle zákona</w:t>
      </w:r>
      <w:r w:rsidR="00092CC9" w:rsidRPr="0035369B">
        <w:t xml:space="preserve"> o </w:t>
      </w:r>
      <w:r w:rsidRPr="0035369B">
        <w:t>uznávání odborné kvalifikace (zák. č. 18/2004 Sb., ve znění pozdějších předpisů). Doklady</w:t>
      </w:r>
      <w:r w:rsidR="00092CC9" w:rsidRPr="0035369B">
        <w:t xml:space="preserve"> o </w:t>
      </w:r>
      <w:r w:rsidRPr="0035369B">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096DDC" w:rsidP="0006499F">
      <w:pPr>
        <w:pStyle w:val="Textbezslovn"/>
        <w:ind w:left="1077"/>
      </w:pPr>
      <w:hyperlink r:id="rId19" w:history="1">
        <w:r w:rsidR="008D552B" w:rsidRPr="004E5203">
          <w:rPr>
            <w:rStyle w:val="Hypertextovodkaz"/>
            <w:rFonts w:cs="Calibri"/>
            <w:color w:val="005DC2" w:themeColor="accent1" w:themeTint="BF"/>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 xml:space="preserve">V případě společné účasti dodavatelů prokazuje základní způsobilost a profesní způsobilost podle 8.2 a 8.3 první odrážka této Výzvy každý ze společníků v plném </w:t>
      </w:r>
      <w:r w:rsidRPr="0000237D">
        <w:lastRenderedPageBreak/>
        <w:t>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 xml:space="preserve">Specifikaci typu zabezpečovacího </w:t>
      </w:r>
      <w:r w:rsidRPr="0067483C">
        <w:t>zařízení, zařízení elektrotechniky</w:t>
      </w:r>
      <w:r w:rsidR="00845C50" w:rsidRPr="0067483C">
        <w:t xml:space="preserve"> a </w:t>
      </w:r>
      <w:r w:rsidRPr="0067483C">
        <w:t>energetiky, které bude dodavatelem určeno</w:t>
      </w:r>
      <w:r w:rsidR="00BC6D2B" w:rsidRPr="0067483C">
        <w:t xml:space="preserve"> k </w:t>
      </w:r>
      <w:r w:rsidRPr="0067483C">
        <w:t>použití pro plnění předmětné veřejné zakázky</w:t>
      </w:r>
      <w:r w:rsidR="00845C50" w:rsidRPr="0067483C">
        <w:t xml:space="preserve"> a </w:t>
      </w:r>
      <w:r w:rsidRPr="0067483C">
        <w:t>které bude</w:t>
      </w:r>
      <w:r w:rsidR="00092CC9" w:rsidRPr="0067483C">
        <w:t xml:space="preserve"> v </w:t>
      </w:r>
      <w:r w:rsidRPr="0067483C">
        <w:t>souladu se Směrnicí č. 34 SŽDC „Směrnice pro uvádění do provozu výrobků, které jsou součástí sdělovacích</w:t>
      </w:r>
      <w:r w:rsidR="00845C50" w:rsidRPr="0067483C">
        <w:t xml:space="preserve"> a </w:t>
      </w:r>
      <w:r w:rsidRPr="0067483C">
        <w:t>zabezpečovacích zařízení</w:t>
      </w:r>
      <w:r w:rsidR="00845C50" w:rsidRPr="0067483C">
        <w:t xml:space="preserve"> a </w:t>
      </w:r>
      <w:r w:rsidRPr="0067483C">
        <w:t>zařízení elektrotechniky</w:t>
      </w:r>
      <w:r w:rsidR="00845C50" w:rsidRPr="0067483C">
        <w:t xml:space="preserve"> a </w:t>
      </w:r>
      <w:r w:rsidRPr="0067483C">
        <w:t>energetiky, na železniční dopravní cestě ve vlastnictví státu státní organizace Správa železniční dopravní cesty“,</w:t>
      </w:r>
      <w:r w:rsidR="00092CC9" w:rsidRPr="0067483C">
        <w:t xml:space="preserve"> v </w:t>
      </w:r>
      <w:r w:rsidRPr="0067483C">
        <w:t xml:space="preserve">platném znění. </w:t>
      </w:r>
      <w:r w:rsidR="00C4078E" w:rsidRPr="0067483C">
        <w:t xml:space="preserve">Specifikaci typu zařízení předloží všichni dodavatelé v nabídce. </w:t>
      </w:r>
      <w:r w:rsidRPr="0067483C">
        <w:t>Nebude-li dodavatel současně i výrobcem nebo dodavatelem takto určeného zabezpečovacího zařízení, zařízení elektrotechniky</w:t>
      </w:r>
      <w:r w:rsidR="00845C50" w:rsidRPr="0067483C">
        <w:t xml:space="preserve"> a </w:t>
      </w:r>
      <w:r w:rsidRPr="0067483C">
        <w:t xml:space="preserve">energetiky, předloží </w:t>
      </w:r>
      <w:r w:rsidR="00C4078E" w:rsidRPr="0067483C">
        <w:t xml:space="preserve">následně vybraný </w:t>
      </w:r>
      <w:r w:rsidRPr="0067483C">
        <w:t xml:space="preserve">dodavatel </w:t>
      </w:r>
      <w:r w:rsidR="00C4078E" w:rsidRPr="0067483C">
        <w:t xml:space="preserve">v rámci poskytnutí součinnosti před uzavřením smlouvy postupem dle čl. 19 této Výzvy </w:t>
      </w:r>
      <w:r w:rsidRPr="0067483C">
        <w:t>smlouv</w:t>
      </w:r>
      <w:r w:rsidR="00C4078E" w:rsidRPr="0067483C">
        <w:t>u</w:t>
      </w:r>
      <w:r w:rsidRPr="0067483C">
        <w:t xml:space="preserve"> uzavřen</w:t>
      </w:r>
      <w:r w:rsidR="00C4078E" w:rsidRPr="0067483C">
        <w:t>ou</w:t>
      </w:r>
      <w:r w:rsidR="00845C50" w:rsidRPr="0067483C">
        <w:t xml:space="preserve"> s </w:t>
      </w:r>
      <w:r w:rsidRPr="0067483C">
        <w:t>výrobcem nebo dodavatelem tohoto zabezpečovacího zařízení, zařízení elektrotechniky</w:t>
      </w:r>
      <w:r w:rsidR="00845C50" w:rsidRPr="0067483C">
        <w:t xml:space="preserve"> a </w:t>
      </w:r>
      <w:r w:rsidRPr="0067483C">
        <w:t>energetiky, kterou prokáže, že bude mít toto zabezpečovací zařízení, zařízení elektrotechniky</w:t>
      </w:r>
      <w:r w:rsidR="00845C50" w:rsidRPr="0067483C">
        <w:t xml:space="preserve"> a </w:t>
      </w:r>
      <w:r w:rsidRPr="0067483C">
        <w:t>energetiky</w:t>
      </w:r>
      <w:r w:rsidR="00BC6D2B" w:rsidRPr="0067483C">
        <w:t xml:space="preserve"> k </w:t>
      </w:r>
      <w:r w:rsidRPr="0067483C">
        <w:t>jeho použití pro plnění předmětné veřejné zakázky</w:t>
      </w:r>
      <w:r w:rsidR="00BC6D2B" w:rsidRPr="0067483C">
        <w:t xml:space="preserve"> k </w:t>
      </w:r>
      <w:r w:rsidRPr="0067483C">
        <w:t>dispozici</w:t>
      </w:r>
      <w:r w:rsidR="00845C50" w:rsidRPr="0067483C">
        <w:t xml:space="preserve"> a </w:t>
      </w:r>
      <w:r w:rsidRPr="0067483C">
        <w:t>že bude mít zajištěnu i jeho odbornou montáž, případně bude smlouva obsahovat souhlas výrobce nebo dodavatele zabezpečovacího zařízení, zařízení elektrotechniky</w:t>
      </w:r>
      <w:r w:rsidR="00845C50" w:rsidRPr="0067483C">
        <w:t xml:space="preserve"> a </w:t>
      </w:r>
      <w:r w:rsidRPr="0067483C">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695535" w:rsidRDefault="006A33B0" w:rsidP="006A33B0">
      <w:pPr>
        <w:pStyle w:val="Odrka1-1"/>
        <w:numPr>
          <w:ilvl w:val="0"/>
          <w:numId w:val="0"/>
        </w:numPr>
        <w:spacing w:after="0"/>
        <w:ind w:left="1077"/>
        <w:rPr>
          <w:b/>
        </w:rPr>
      </w:pPr>
      <w:r w:rsidRPr="00695535">
        <w:rPr>
          <w:b/>
        </w:rPr>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 xml:space="preserve">podmínek uvedených pod písm. a) nebo b) § 15 odst. 1 zákona č. 309/2006 </w:t>
      </w:r>
      <w:r w:rsidRPr="00B848EB">
        <w:lastRenderedPageBreak/>
        <w:t>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B848EB">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310C9B4E" w:rsidR="00616090" w:rsidRPr="00835581" w:rsidRDefault="00616090" w:rsidP="00131E9D">
      <w:pPr>
        <w:pStyle w:val="Odrka1-2-"/>
      </w:pPr>
      <w:r w:rsidRPr="00835581">
        <w:t xml:space="preserve">do těla závazného vzoru smlouvy </w:t>
      </w:r>
      <w:r w:rsidR="00131E9D" w:rsidRPr="00835581">
        <w:t xml:space="preserve">(čl. 3.3) </w:t>
      </w:r>
      <w:r w:rsidRPr="00835581">
        <w:t xml:space="preserve">celkovou nabídkovou cenu díla </w:t>
      </w:r>
      <w:r w:rsidR="00C66E2A" w:rsidRPr="00835581">
        <w:t xml:space="preserve">(tj. Cena Díla souboru staveb) a nabídkovou cenu jednotlivých staveb </w:t>
      </w:r>
      <w:r w:rsidR="00131E9D" w:rsidRPr="00835581">
        <w:t xml:space="preserve">(tj. Cena Díla stavby 1, Cena Díla stavby 2 a Cena Díla stavby 3) </w:t>
      </w:r>
      <w:r w:rsidRPr="00835581">
        <w:t>bez DPH zpracovanou dle požadavků stanovených v článku 13 této Výzvy;</w:t>
      </w:r>
      <w:r w:rsidR="00F56CFF" w:rsidRPr="00835581">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3905CC4" w:rsidR="00F56CFF" w:rsidRPr="00DC1188" w:rsidRDefault="00681C1E" w:rsidP="00B6106B">
      <w:pPr>
        <w:pStyle w:val="Odrka1-3"/>
        <w:rPr>
          <w:lang w:eastAsia="cs-CZ"/>
        </w:rPr>
      </w:pPr>
      <w:r w:rsidRPr="00DC1188">
        <w:t>všechny</w:t>
      </w:r>
      <w:r w:rsidRPr="00DC1188">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DC1188">
        <w:rPr>
          <w:lang w:eastAsia="cs-CZ"/>
        </w:rPr>
        <w:t xml:space="preserve">souboru staveb i jednotlivých staveb </w:t>
      </w:r>
      <w:r w:rsidRPr="00DC1188">
        <w:rPr>
          <w:lang w:eastAsia="cs-CZ"/>
        </w:rPr>
        <w:t xml:space="preserve">ve smyslu této Výzvy vkládané do těla </w:t>
      </w:r>
      <w:r w:rsidR="00131E9D" w:rsidRPr="00DC1188">
        <w:rPr>
          <w:lang w:eastAsia="cs-CZ"/>
        </w:rPr>
        <w:t xml:space="preserve">(čl. 3.3) </w:t>
      </w:r>
      <w:r w:rsidRPr="00DC1188">
        <w:rPr>
          <w:lang w:eastAsia="cs-CZ"/>
        </w:rPr>
        <w:t>závazného vzoru smlouvy.</w:t>
      </w:r>
      <w:r w:rsidR="00F56CFF" w:rsidRPr="00DC1188">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03AA0">
          <w:rPr>
            <w:rStyle w:val="Hypertextovodkaz"/>
            <w:noProof w:val="0"/>
            <w:color w:val="005DC2" w:themeColor="accent1" w:themeTint="BF"/>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A03AA0">
          <w:rPr>
            <w:rStyle w:val="Hypertextovodkaz"/>
            <w:color w:val="005DC2" w:themeColor="accent1" w:themeTint="BF"/>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lastRenderedPageBreak/>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 xml:space="preserve">Specifikace typu zabezpečovacího </w:t>
      </w:r>
      <w:r w:rsidRPr="009044F3">
        <w:t>zařízení, zařízení elektrotechniky a energetiky</w:t>
      </w:r>
      <w:r w:rsidRPr="00085B94">
        <w:t xml:space="preserve">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4E7372">
        <w:t xml:space="preserve">cena </w:t>
      </w:r>
      <w:r w:rsidR="008476A8" w:rsidRPr="004E7372">
        <w:t xml:space="preserve">(a to jak souboru staveb, tak i jednotlivých staveb) </w:t>
      </w:r>
      <w:r w:rsidRPr="004E7372">
        <w:t>bude v návrhu Smlouvy o dílo uvedena v Kč bez DPH</w:t>
      </w:r>
      <w:r w:rsidR="0012251B" w:rsidRPr="004E7372">
        <w:t xml:space="preserve">, a to </w:t>
      </w:r>
      <w:r w:rsidR="008476A8" w:rsidRPr="004E7372">
        <w:t xml:space="preserve">vždy </w:t>
      </w:r>
      <w:r w:rsidR="0012251B" w:rsidRPr="004E7372">
        <w:t>jako součet ceny za zpracování projektové dokumentace bez DPH</w:t>
      </w:r>
      <w:r w:rsidR="008476A8" w:rsidRPr="004E7372">
        <w:t xml:space="preserve"> (dále rozdělené na cenu za dokumentaci pro stavební povolení a projektovou dokumentaci pro provádění stavby)</w:t>
      </w:r>
      <w:r w:rsidR="0012251B" w:rsidRPr="004E7372">
        <w:t>, ceny za výkon autorského dozoru bez DPH a ceny za zhotovení stavby bez DPH.</w:t>
      </w:r>
      <w:r w:rsidRPr="004E7372">
        <w:t xml:space="preserve"> Nabídková cena bude zaokrouhlená na dvě desetinná místa. V případě rozporu mezi </w:t>
      </w:r>
      <w:r w:rsidR="008476A8" w:rsidRPr="004E7372">
        <w:t xml:space="preserve">celkovou </w:t>
      </w:r>
      <w:r w:rsidRPr="004E7372">
        <w:t xml:space="preserve">nabídkovou cenou </w:t>
      </w:r>
      <w:r w:rsidR="008476A8" w:rsidRPr="004E7372">
        <w:t xml:space="preserve">souboru staveb </w:t>
      </w:r>
      <w:r w:rsidRPr="004E7372">
        <w:t xml:space="preserve">uvedenou v návrhu Smlouvy o dílo a </w:t>
      </w:r>
      <w:r w:rsidR="008476A8" w:rsidRPr="004E7372">
        <w:t xml:space="preserve">celkovou </w:t>
      </w:r>
      <w:r w:rsidRPr="004E7372">
        <w:t xml:space="preserve">nabídkovou cenou </w:t>
      </w:r>
      <w:r w:rsidR="008476A8" w:rsidRPr="004E7372">
        <w:t xml:space="preserve">souboru staveb </w:t>
      </w:r>
      <w:r w:rsidRPr="004E7372">
        <w:t>uvedenou v</w:t>
      </w:r>
      <w:r w:rsidR="00180A4A" w:rsidRPr="004E7372">
        <w:t> Rekapitulaci ceny</w:t>
      </w:r>
      <w:r w:rsidRPr="004E7372">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rozpočtu (včetně ocenění dosud neoceněných položek nebo změny ocenění položek, které již oceněny byly) je možno provést pouze na základě výzvy zadavatele. Skutečnosti </w:t>
      </w:r>
      <w:r w:rsidRPr="00B848EB">
        <w:lastRenderedPageBreak/>
        <w:t>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4E7372">
        <w:t xml:space="preserve">V rámci hodnotícího kritéria bude hodnocena výše </w:t>
      </w:r>
      <w:r w:rsidR="00C75497" w:rsidRPr="004E7372">
        <w:t xml:space="preserve">celkové </w:t>
      </w:r>
      <w:r w:rsidRPr="004E7372">
        <w:t xml:space="preserve">nabídkové ceny </w:t>
      </w:r>
      <w:r w:rsidR="00C75497" w:rsidRPr="004E7372">
        <w:t xml:space="preserve">souboru staveb </w:t>
      </w:r>
      <w:r w:rsidRPr="004E7372">
        <w:t>v</w:t>
      </w:r>
      <w:r w:rsidRPr="002306DF">
        <w:t xml:space="preserve">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4E7372">
          <w:rPr>
            <w:rStyle w:val="Hypertextovodkaz"/>
            <w:noProof w:val="0"/>
            <w:color w:val="005DC2" w:themeColor="accent1" w:themeTint="BF"/>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w:t>
      </w:r>
      <w:r w:rsidRPr="002306DF">
        <w:rPr>
          <w:b/>
        </w:rPr>
        <w:lastRenderedPageBreak/>
        <w:t>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043182" w:rsidRDefault="0035531B" w:rsidP="007038DC">
      <w:pPr>
        <w:pStyle w:val="Odrka1-1"/>
      </w:pPr>
      <w:r w:rsidRPr="00043182">
        <w:t>kopi</w:t>
      </w:r>
      <w:r w:rsidR="001B5ED5" w:rsidRPr="00043182">
        <w:t>e</w:t>
      </w:r>
      <w:r w:rsidRPr="00043182">
        <w:t xml:space="preserve"> pověření Ministerstva dopravy ČR</w:t>
      </w:r>
      <w:r w:rsidR="00BC6D2B" w:rsidRPr="00043182">
        <w:t xml:space="preserve"> k </w:t>
      </w:r>
      <w:r w:rsidRPr="00043182">
        <w:t>provádění technických prohlídek</w:t>
      </w:r>
      <w:r w:rsidR="00845C50" w:rsidRPr="00043182">
        <w:t xml:space="preserve"> a </w:t>
      </w:r>
      <w:r w:rsidRPr="00043182">
        <w:t>zkoušek určených technických zařízení (UTZ) dle § 47 odst. 4 zákona č. 266/1994 Sb.,</w:t>
      </w:r>
      <w:r w:rsidR="00092CC9" w:rsidRPr="00043182">
        <w:t xml:space="preserve"> o </w:t>
      </w:r>
      <w:r w:rsidRPr="00043182">
        <w:t>drahách, ve znění pozdějších předpisů,</w:t>
      </w:r>
      <w:r w:rsidR="00845C50" w:rsidRPr="00043182">
        <w:t xml:space="preserve"> a </w:t>
      </w:r>
      <w:r w:rsidRPr="00043182">
        <w:t>to elektrických UTZ železničních drah</w:t>
      </w:r>
      <w:r w:rsidR="00092CC9" w:rsidRPr="00043182">
        <w:t xml:space="preserve"> v </w:t>
      </w:r>
      <w:r w:rsidRPr="00043182">
        <w:t xml:space="preserve">rozsahu: </w:t>
      </w:r>
    </w:p>
    <w:p w14:paraId="554A72E0" w14:textId="10CAC8C3" w:rsidR="009F7734" w:rsidRPr="00043182" w:rsidRDefault="009F7734" w:rsidP="00150F55">
      <w:pPr>
        <w:pStyle w:val="Odrka1-2-"/>
      </w:pPr>
      <w:r w:rsidRPr="00043182">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7A7C2C">
        <w:lastRenderedPageBreak/>
        <w:t>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C34EF50"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0E1E27">
        <w:t>článku</w:t>
      </w:r>
      <w:r w:rsidR="005D14BC" w:rsidRPr="000E1E27">
        <w:t xml:space="preserve"> </w:t>
      </w:r>
      <w:r w:rsidR="00E614ED" w:rsidRPr="000E1E27">
        <w:t>4</w:t>
      </w:r>
      <w:r w:rsidR="005D14BC" w:rsidRPr="000E1E27">
        <w:t>.</w:t>
      </w:r>
      <w:r w:rsidR="000E1E27" w:rsidRPr="000E1E27">
        <w:t>6</w:t>
      </w:r>
      <w:r w:rsidR="00E614ED" w:rsidRPr="000E1E27">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8357FD" w:rsidRDefault="0035531B" w:rsidP="00564DDD">
      <w:pPr>
        <w:pStyle w:val="Textbezslovn"/>
        <w:spacing w:after="0"/>
      </w:pPr>
      <w:r w:rsidRPr="008357FD">
        <w:t>Ing. Mojmír Nejezchleb</w:t>
      </w:r>
    </w:p>
    <w:p w14:paraId="0591E387" w14:textId="77777777" w:rsidR="0035531B" w:rsidRPr="008357FD" w:rsidRDefault="0035531B" w:rsidP="00564DDD">
      <w:pPr>
        <w:pStyle w:val="Textbezslovn"/>
        <w:spacing w:after="0"/>
      </w:pPr>
      <w:r w:rsidRPr="008357FD">
        <w:t>náměstek generálního ředitele pro modernizaci dráhy</w:t>
      </w:r>
    </w:p>
    <w:p w14:paraId="48D25842" w14:textId="77777777" w:rsidR="00564DDD" w:rsidRPr="007A7C2C" w:rsidRDefault="0035531B" w:rsidP="00B36181">
      <w:pPr>
        <w:pStyle w:val="Textbezslovn"/>
        <w:spacing w:after="0"/>
      </w:pPr>
      <w:r w:rsidRPr="008357FD">
        <w:t>Správa železni</w:t>
      </w:r>
      <w:r w:rsidR="00B277ED" w:rsidRPr="008357FD">
        <w:t>c</w:t>
      </w:r>
      <w:r w:rsidRPr="008357FD">
        <w:t>,</w:t>
      </w:r>
      <w:r w:rsidR="00B277ED" w:rsidRPr="008357FD">
        <w:t xml:space="preserve"> </w:t>
      </w:r>
      <w:r w:rsidRPr="008357FD">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FD412B8"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466320" w:rsidRPr="00466320">
        <w:rPr>
          <w:b/>
        </w:rPr>
        <w:t>„Zvýšení zabezpečení přejezdů trati Kolín – Ledečko“</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466320">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15FB5" w14:textId="77777777" w:rsidR="0072194F" w:rsidRDefault="0072194F" w:rsidP="00962258">
      <w:pPr>
        <w:spacing w:after="0" w:line="240" w:lineRule="auto"/>
      </w:pPr>
      <w:r>
        <w:separator/>
      </w:r>
    </w:p>
  </w:endnote>
  <w:endnote w:type="continuationSeparator" w:id="0">
    <w:p w14:paraId="08C968B8" w14:textId="77777777" w:rsidR="0072194F" w:rsidRDefault="007219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14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9072"/>
    </w:tblGrid>
    <w:tr w:rsidR="00096DDC" w14:paraId="33826CD6" w14:textId="77777777" w:rsidTr="00C96961">
      <w:tc>
        <w:tcPr>
          <w:tcW w:w="1361" w:type="dxa"/>
          <w:tcMar>
            <w:left w:w="0" w:type="dxa"/>
            <w:right w:w="0" w:type="dxa"/>
          </w:tcMar>
          <w:vAlign w:val="bottom"/>
        </w:tcPr>
        <w:p w14:paraId="1DE02B12" w14:textId="73DC6CEE" w:rsidR="00096DDC" w:rsidRPr="00B8518B" w:rsidRDefault="00096DD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12AA">
            <w:rPr>
              <w:rStyle w:val="slostrnky"/>
              <w:noProof/>
            </w:rPr>
            <w:t>32</w:t>
          </w:r>
          <w:r w:rsidRPr="00B8518B">
            <w:rPr>
              <w:rStyle w:val="slostrnky"/>
            </w:rPr>
            <w:fldChar w:fldCharType="end"/>
          </w:r>
          <w:r w:rsidRPr="00B8518B">
            <w:rPr>
              <w:rStyle w:val="slostrnky"/>
            </w:rPr>
            <w:t>/</w:t>
          </w:r>
          <w:fldSimple w:instr=" NUMPAGES   \* MERGEFORMAT ">
            <w:r w:rsidR="00A412AA" w:rsidRPr="00A412AA">
              <w:rPr>
                <w:rStyle w:val="slostrnky"/>
                <w:noProof/>
              </w:rPr>
              <w:t>39</w:t>
            </w:r>
          </w:fldSimple>
        </w:p>
      </w:tc>
      <w:tc>
        <w:tcPr>
          <w:tcW w:w="284" w:type="dxa"/>
          <w:shd w:val="clear" w:color="auto" w:fill="auto"/>
          <w:tcMar>
            <w:left w:w="0" w:type="dxa"/>
            <w:right w:w="0" w:type="dxa"/>
          </w:tcMar>
        </w:tcPr>
        <w:p w14:paraId="3BE100F8" w14:textId="77777777" w:rsidR="00096DDC" w:rsidRDefault="00096DDC" w:rsidP="00B8518B">
          <w:pPr>
            <w:pStyle w:val="Zpat"/>
          </w:pPr>
        </w:p>
      </w:tc>
      <w:tc>
        <w:tcPr>
          <w:tcW w:w="425" w:type="dxa"/>
          <w:shd w:val="clear" w:color="auto" w:fill="auto"/>
          <w:tcMar>
            <w:left w:w="0" w:type="dxa"/>
            <w:right w:w="0" w:type="dxa"/>
          </w:tcMar>
        </w:tcPr>
        <w:p w14:paraId="41EF031C" w14:textId="77777777" w:rsidR="00096DDC" w:rsidRDefault="00096DDC" w:rsidP="00B8518B">
          <w:pPr>
            <w:pStyle w:val="Zpat"/>
          </w:pPr>
        </w:p>
      </w:tc>
      <w:tc>
        <w:tcPr>
          <w:tcW w:w="9072" w:type="dxa"/>
        </w:tcPr>
        <w:p w14:paraId="09571AEC" w14:textId="2A2C3F38" w:rsidR="00096DDC" w:rsidRDefault="00096DDC" w:rsidP="00EB46E5">
          <w:pPr>
            <w:pStyle w:val="Zpat0"/>
          </w:pPr>
          <w:r w:rsidRPr="00C96961">
            <w:t>„Zvýšení zabezpečení přejezdů trati Kolín – Ledečko“</w:t>
          </w:r>
        </w:p>
        <w:p w14:paraId="6DB089BA" w14:textId="77777777" w:rsidR="00096DDC" w:rsidRDefault="00096DDC" w:rsidP="00EB46E5">
          <w:pPr>
            <w:pStyle w:val="Zpat0"/>
          </w:pPr>
          <w:r>
            <w:t>Díl 1 – VÝZVA K PODÁNÍ NABÍDKY</w:t>
          </w:r>
        </w:p>
        <w:p w14:paraId="28A0950A" w14:textId="77777777" w:rsidR="00096DDC" w:rsidRDefault="00096DDC" w:rsidP="0035531B">
          <w:pPr>
            <w:pStyle w:val="Zpat0"/>
          </w:pPr>
        </w:p>
      </w:tc>
    </w:tr>
  </w:tbl>
  <w:p w14:paraId="2D961D2B" w14:textId="77777777" w:rsidR="00096DDC" w:rsidRPr="00B8518B" w:rsidRDefault="00096D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096DDC" w:rsidRPr="00B8518B" w:rsidRDefault="00096DDC" w:rsidP="00460660">
    <w:pPr>
      <w:pStyle w:val="Zpat"/>
      <w:rPr>
        <w:sz w:val="2"/>
        <w:szCs w:val="2"/>
      </w:rPr>
    </w:pPr>
  </w:p>
  <w:p w14:paraId="765596C1" w14:textId="77777777" w:rsidR="00096DDC" w:rsidRPr="00460660" w:rsidRDefault="00096D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D0907" w14:textId="77777777" w:rsidR="0072194F" w:rsidRDefault="0072194F" w:rsidP="00962258">
      <w:pPr>
        <w:spacing w:after="0" w:line="240" w:lineRule="auto"/>
      </w:pPr>
      <w:r>
        <w:separator/>
      </w:r>
    </w:p>
  </w:footnote>
  <w:footnote w:type="continuationSeparator" w:id="0">
    <w:p w14:paraId="7A78B675" w14:textId="77777777" w:rsidR="0072194F" w:rsidRDefault="0072194F" w:rsidP="00962258">
      <w:pPr>
        <w:spacing w:after="0" w:line="240" w:lineRule="auto"/>
      </w:pPr>
      <w:r>
        <w:continuationSeparator/>
      </w:r>
    </w:p>
  </w:footnote>
  <w:footnote w:id="1">
    <w:p w14:paraId="713513C4" w14:textId="77777777" w:rsidR="00096DDC" w:rsidRDefault="00096DD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096DDC" w:rsidRDefault="00096DD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096DDC" w:rsidRDefault="00096D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096DDC" w:rsidRDefault="00096D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6DDC" w14:paraId="657D14CC" w14:textId="77777777" w:rsidTr="00C02D0A">
      <w:trPr>
        <w:trHeight w:hRule="exact" w:val="454"/>
      </w:trPr>
      <w:tc>
        <w:tcPr>
          <w:tcW w:w="1361" w:type="dxa"/>
          <w:tcMar>
            <w:top w:w="57" w:type="dxa"/>
            <w:left w:w="0" w:type="dxa"/>
            <w:right w:w="0" w:type="dxa"/>
          </w:tcMar>
        </w:tcPr>
        <w:p w14:paraId="2C18424A" w14:textId="77777777" w:rsidR="00096DDC" w:rsidRPr="00B8518B" w:rsidRDefault="00096DDC" w:rsidP="00523EA7">
          <w:pPr>
            <w:pStyle w:val="Zpat"/>
            <w:rPr>
              <w:rStyle w:val="slostrnky"/>
            </w:rPr>
          </w:pPr>
        </w:p>
      </w:tc>
      <w:tc>
        <w:tcPr>
          <w:tcW w:w="3458" w:type="dxa"/>
          <w:shd w:val="clear" w:color="auto" w:fill="auto"/>
          <w:tcMar>
            <w:top w:w="57" w:type="dxa"/>
            <w:left w:w="0" w:type="dxa"/>
            <w:right w:w="0" w:type="dxa"/>
          </w:tcMar>
        </w:tcPr>
        <w:p w14:paraId="39B3CA0E" w14:textId="77777777" w:rsidR="00096DDC" w:rsidRDefault="00096DDC" w:rsidP="00523EA7">
          <w:pPr>
            <w:pStyle w:val="Zpat"/>
          </w:pPr>
        </w:p>
      </w:tc>
      <w:tc>
        <w:tcPr>
          <w:tcW w:w="5698" w:type="dxa"/>
          <w:shd w:val="clear" w:color="auto" w:fill="auto"/>
          <w:tcMar>
            <w:top w:w="57" w:type="dxa"/>
            <w:left w:w="0" w:type="dxa"/>
            <w:right w:w="0" w:type="dxa"/>
          </w:tcMar>
        </w:tcPr>
        <w:p w14:paraId="415B4544" w14:textId="77777777" w:rsidR="00096DDC" w:rsidRPr="00D6163D" w:rsidRDefault="00096DDC" w:rsidP="00D6163D">
          <w:pPr>
            <w:pStyle w:val="Druhdokumentu"/>
          </w:pPr>
        </w:p>
      </w:tc>
    </w:tr>
  </w:tbl>
  <w:p w14:paraId="0A93C0D0" w14:textId="77777777" w:rsidR="00096DDC" w:rsidRPr="00D6163D" w:rsidRDefault="00096D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6DDC" w14:paraId="1FBC85BC" w14:textId="77777777" w:rsidTr="00B22106">
      <w:trPr>
        <w:trHeight w:hRule="exact" w:val="936"/>
      </w:trPr>
      <w:tc>
        <w:tcPr>
          <w:tcW w:w="1361" w:type="dxa"/>
          <w:tcMar>
            <w:left w:w="0" w:type="dxa"/>
            <w:right w:w="0" w:type="dxa"/>
          </w:tcMar>
        </w:tcPr>
        <w:p w14:paraId="0CE22310" w14:textId="77777777" w:rsidR="00096DDC" w:rsidRPr="00B8518B" w:rsidRDefault="00096DDC" w:rsidP="00FC6389">
          <w:pPr>
            <w:pStyle w:val="Zpat"/>
            <w:rPr>
              <w:rStyle w:val="slostrnky"/>
            </w:rPr>
          </w:pPr>
        </w:p>
      </w:tc>
      <w:tc>
        <w:tcPr>
          <w:tcW w:w="3458" w:type="dxa"/>
          <w:shd w:val="clear" w:color="auto" w:fill="auto"/>
          <w:tcMar>
            <w:left w:w="0" w:type="dxa"/>
            <w:right w:w="0" w:type="dxa"/>
          </w:tcMar>
        </w:tcPr>
        <w:p w14:paraId="5A67DD79" w14:textId="77777777" w:rsidR="00096DDC" w:rsidRDefault="00096DDC" w:rsidP="00FC6389">
          <w:pPr>
            <w:pStyle w:val="Zpat"/>
          </w:pPr>
        </w:p>
      </w:tc>
      <w:tc>
        <w:tcPr>
          <w:tcW w:w="5756" w:type="dxa"/>
          <w:shd w:val="clear" w:color="auto" w:fill="auto"/>
          <w:tcMar>
            <w:left w:w="0" w:type="dxa"/>
            <w:right w:w="0" w:type="dxa"/>
          </w:tcMar>
        </w:tcPr>
        <w:p w14:paraId="5DA861CB" w14:textId="77777777" w:rsidR="00096DDC" w:rsidRPr="00D6163D" w:rsidRDefault="00096DDC" w:rsidP="00FC6389">
          <w:pPr>
            <w:pStyle w:val="Druhdokumentu"/>
          </w:pPr>
        </w:p>
      </w:tc>
    </w:tr>
    <w:tr w:rsidR="00096DDC" w14:paraId="25E89AA9" w14:textId="77777777" w:rsidTr="00B22106">
      <w:trPr>
        <w:trHeight w:hRule="exact" w:val="936"/>
      </w:trPr>
      <w:tc>
        <w:tcPr>
          <w:tcW w:w="1361" w:type="dxa"/>
          <w:tcMar>
            <w:left w:w="0" w:type="dxa"/>
            <w:right w:w="0" w:type="dxa"/>
          </w:tcMar>
        </w:tcPr>
        <w:p w14:paraId="1E6340BC" w14:textId="77777777" w:rsidR="00096DDC" w:rsidRPr="00B8518B" w:rsidRDefault="00096DDC" w:rsidP="00FC6389">
          <w:pPr>
            <w:pStyle w:val="Zpat"/>
            <w:rPr>
              <w:rStyle w:val="slostrnky"/>
            </w:rPr>
          </w:pPr>
        </w:p>
      </w:tc>
      <w:tc>
        <w:tcPr>
          <w:tcW w:w="3458" w:type="dxa"/>
          <w:shd w:val="clear" w:color="auto" w:fill="auto"/>
          <w:tcMar>
            <w:left w:w="0" w:type="dxa"/>
            <w:right w:w="0" w:type="dxa"/>
          </w:tcMar>
        </w:tcPr>
        <w:p w14:paraId="60B7320E" w14:textId="77777777" w:rsidR="00096DDC" w:rsidRDefault="00096DDC" w:rsidP="00FC6389">
          <w:pPr>
            <w:pStyle w:val="Zpat"/>
          </w:pPr>
        </w:p>
      </w:tc>
      <w:tc>
        <w:tcPr>
          <w:tcW w:w="5756" w:type="dxa"/>
          <w:shd w:val="clear" w:color="auto" w:fill="auto"/>
          <w:tcMar>
            <w:left w:w="0" w:type="dxa"/>
            <w:right w:w="0" w:type="dxa"/>
          </w:tcMar>
        </w:tcPr>
        <w:p w14:paraId="6F08210B" w14:textId="77777777" w:rsidR="00096DDC" w:rsidRPr="00D6163D" w:rsidRDefault="00096DDC" w:rsidP="00FC6389">
          <w:pPr>
            <w:pStyle w:val="Druhdokumentu"/>
          </w:pPr>
        </w:p>
      </w:tc>
    </w:tr>
  </w:tbl>
  <w:p w14:paraId="6781FC04" w14:textId="77777777" w:rsidR="00096DDC" w:rsidRPr="00D6163D" w:rsidRDefault="00096DD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096DDC" w:rsidRPr="00460660" w:rsidRDefault="00096D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4FD5"/>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3182"/>
    <w:rsid w:val="00046545"/>
    <w:rsid w:val="0005018E"/>
    <w:rsid w:val="00050B48"/>
    <w:rsid w:val="00052869"/>
    <w:rsid w:val="00056750"/>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96DDC"/>
    <w:rsid w:val="000A19C0"/>
    <w:rsid w:val="000B20AE"/>
    <w:rsid w:val="000B4EB8"/>
    <w:rsid w:val="000C0FB9"/>
    <w:rsid w:val="000C1678"/>
    <w:rsid w:val="000C2072"/>
    <w:rsid w:val="000C3CD6"/>
    <w:rsid w:val="000C41F2"/>
    <w:rsid w:val="000C4F47"/>
    <w:rsid w:val="000D04CA"/>
    <w:rsid w:val="000D22C4"/>
    <w:rsid w:val="000D27D1"/>
    <w:rsid w:val="000D5E72"/>
    <w:rsid w:val="000D7437"/>
    <w:rsid w:val="000D77CD"/>
    <w:rsid w:val="000E02EF"/>
    <w:rsid w:val="000E15C8"/>
    <w:rsid w:val="000E1A7F"/>
    <w:rsid w:val="000E1E27"/>
    <w:rsid w:val="000E25ED"/>
    <w:rsid w:val="000E6962"/>
    <w:rsid w:val="000E6F67"/>
    <w:rsid w:val="000F0873"/>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117"/>
    <w:rsid w:val="001463B6"/>
    <w:rsid w:val="00146496"/>
    <w:rsid w:val="00146BCB"/>
    <w:rsid w:val="001472A9"/>
    <w:rsid w:val="00150BAE"/>
    <w:rsid w:val="00150F55"/>
    <w:rsid w:val="00151C80"/>
    <w:rsid w:val="00153085"/>
    <w:rsid w:val="00163B2B"/>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75B"/>
    <w:rsid w:val="001B4E74"/>
    <w:rsid w:val="001B5ED5"/>
    <w:rsid w:val="001C0F85"/>
    <w:rsid w:val="001C645F"/>
    <w:rsid w:val="001D0D67"/>
    <w:rsid w:val="001D4B4A"/>
    <w:rsid w:val="001D5DE6"/>
    <w:rsid w:val="001D5F3A"/>
    <w:rsid w:val="001E08F5"/>
    <w:rsid w:val="001E15C2"/>
    <w:rsid w:val="001E2076"/>
    <w:rsid w:val="001E35F3"/>
    <w:rsid w:val="001E651D"/>
    <w:rsid w:val="001E678E"/>
    <w:rsid w:val="001E7757"/>
    <w:rsid w:val="001E7BA6"/>
    <w:rsid w:val="001E7C59"/>
    <w:rsid w:val="001F39FF"/>
    <w:rsid w:val="001F79F7"/>
    <w:rsid w:val="00204880"/>
    <w:rsid w:val="0020586C"/>
    <w:rsid w:val="002071BB"/>
    <w:rsid w:val="00207DF5"/>
    <w:rsid w:val="00213C7C"/>
    <w:rsid w:val="00215B72"/>
    <w:rsid w:val="00224213"/>
    <w:rsid w:val="00226F69"/>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92AB7"/>
    <w:rsid w:val="0029590A"/>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369B"/>
    <w:rsid w:val="0035531B"/>
    <w:rsid w:val="003571D8"/>
    <w:rsid w:val="00357BC6"/>
    <w:rsid w:val="00360428"/>
    <w:rsid w:val="00361422"/>
    <w:rsid w:val="0036290F"/>
    <w:rsid w:val="003717A3"/>
    <w:rsid w:val="00373447"/>
    <w:rsid w:val="003753A9"/>
    <w:rsid w:val="0037545D"/>
    <w:rsid w:val="003770B5"/>
    <w:rsid w:val="00381F9E"/>
    <w:rsid w:val="00385740"/>
    <w:rsid w:val="00386FF1"/>
    <w:rsid w:val="00392740"/>
    <w:rsid w:val="00392EB6"/>
    <w:rsid w:val="003944D4"/>
    <w:rsid w:val="00394D03"/>
    <w:rsid w:val="003956C6"/>
    <w:rsid w:val="003A0E3D"/>
    <w:rsid w:val="003A1238"/>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1428"/>
    <w:rsid w:val="003F7853"/>
    <w:rsid w:val="003F78E7"/>
    <w:rsid w:val="004018B6"/>
    <w:rsid w:val="004031BD"/>
    <w:rsid w:val="00403B5B"/>
    <w:rsid w:val="00404BA2"/>
    <w:rsid w:val="004078F3"/>
    <w:rsid w:val="00412E4E"/>
    <w:rsid w:val="00412F6F"/>
    <w:rsid w:val="004154AE"/>
    <w:rsid w:val="00421A08"/>
    <w:rsid w:val="00422991"/>
    <w:rsid w:val="00422E8D"/>
    <w:rsid w:val="00423CE1"/>
    <w:rsid w:val="004244B1"/>
    <w:rsid w:val="00427794"/>
    <w:rsid w:val="00432076"/>
    <w:rsid w:val="00436789"/>
    <w:rsid w:val="004401D4"/>
    <w:rsid w:val="00443A70"/>
    <w:rsid w:val="00444B37"/>
    <w:rsid w:val="00450F07"/>
    <w:rsid w:val="004518EA"/>
    <w:rsid w:val="00452F69"/>
    <w:rsid w:val="00453019"/>
    <w:rsid w:val="00453CD3"/>
    <w:rsid w:val="00453D57"/>
    <w:rsid w:val="00454199"/>
    <w:rsid w:val="00454716"/>
    <w:rsid w:val="00454BB9"/>
    <w:rsid w:val="00455991"/>
    <w:rsid w:val="00456D49"/>
    <w:rsid w:val="00457582"/>
    <w:rsid w:val="00457F35"/>
    <w:rsid w:val="00460660"/>
    <w:rsid w:val="004616E6"/>
    <w:rsid w:val="00461AF3"/>
    <w:rsid w:val="00464BA9"/>
    <w:rsid w:val="00466320"/>
    <w:rsid w:val="0047483A"/>
    <w:rsid w:val="00474F4D"/>
    <w:rsid w:val="004760F9"/>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1CD8"/>
    <w:rsid w:val="004C4399"/>
    <w:rsid w:val="004C7250"/>
    <w:rsid w:val="004C787C"/>
    <w:rsid w:val="004D3B30"/>
    <w:rsid w:val="004D46B5"/>
    <w:rsid w:val="004D78D3"/>
    <w:rsid w:val="004E2FB2"/>
    <w:rsid w:val="004E5026"/>
    <w:rsid w:val="004E5203"/>
    <w:rsid w:val="004E6C47"/>
    <w:rsid w:val="004E7372"/>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97F"/>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2393"/>
    <w:rsid w:val="00613E3E"/>
    <w:rsid w:val="00616090"/>
    <w:rsid w:val="00617374"/>
    <w:rsid w:val="006228B0"/>
    <w:rsid w:val="00623D4A"/>
    <w:rsid w:val="00640B30"/>
    <w:rsid w:val="00640E48"/>
    <w:rsid w:val="00642162"/>
    <w:rsid w:val="00642F80"/>
    <w:rsid w:val="006443EA"/>
    <w:rsid w:val="00644A01"/>
    <w:rsid w:val="0064673D"/>
    <w:rsid w:val="00653C93"/>
    <w:rsid w:val="00655976"/>
    <w:rsid w:val="0065610E"/>
    <w:rsid w:val="006600D1"/>
    <w:rsid w:val="00660AD3"/>
    <w:rsid w:val="00665F2C"/>
    <w:rsid w:val="00667FC0"/>
    <w:rsid w:val="00674173"/>
    <w:rsid w:val="00674744"/>
    <w:rsid w:val="0067483C"/>
    <w:rsid w:val="006776B6"/>
    <w:rsid w:val="00681C1E"/>
    <w:rsid w:val="00684A87"/>
    <w:rsid w:val="00686462"/>
    <w:rsid w:val="00687091"/>
    <w:rsid w:val="00687486"/>
    <w:rsid w:val="00693150"/>
    <w:rsid w:val="00693188"/>
    <w:rsid w:val="006931C7"/>
    <w:rsid w:val="00695535"/>
    <w:rsid w:val="00695DAA"/>
    <w:rsid w:val="00696711"/>
    <w:rsid w:val="006A1D98"/>
    <w:rsid w:val="006A33B0"/>
    <w:rsid w:val="006A5570"/>
    <w:rsid w:val="006A689C"/>
    <w:rsid w:val="006A6AF2"/>
    <w:rsid w:val="006B0E48"/>
    <w:rsid w:val="006B3D79"/>
    <w:rsid w:val="006B6FDB"/>
    <w:rsid w:val="006B6FE4"/>
    <w:rsid w:val="006C04A0"/>
    <w:rsid w:val="006C0581"/>
    <w:rsid w:val="006C2343"/>
    <w:rsid w:val="006C442A"/>
    <w:rsid w:val="006D3255"/>
    <w:rsid w:val="006D34B2"/>
    <w:rsid w:val="006D5311"/>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10D2"/>
    <w:rsid w:val="0072194F"/>
    <w:rsid w:val="00722225"/>
    <w:rsid w:val="00723ED1"/>
    <w:rsid w:val="007249C1"/>
    <w:rsid w:val="00725ED5"/>
    <w:rsid w:val="007317D5"/>
    <w:rsid w:val="0073239B"/>
    <w:rsid w:val="007354E9"/>
    <w:rsid w:val="007356BD"/>
    <w:rsid w:val="00740AF5"/>
    <w:rsid w:val="00743525"/>
    <w:rsid w:val="00744F6A"/>
    <w:rsid w:val="00745555"/>
    <w:rsid w:val="007476A8"/>
    <w:rsid w:val="007541A2"/>
    <w:rsid w:val="00755818"/>
    <w:rsid w:val="0075602A"/>
    <w:rsid w:val="00757C87"/>
    <w:rsid w:val="00761236"/>
    <w:rsid w:val="0076286B"/>
    <w:rsid w:val="00762C0E"/>
    <w:rsid w:val="00766846"/>
    <w:rsid w:val="0076790E"/>
    <w:rsid w:val="0077218F"/>
    <w:rsid w:val="00773A24"/>
    <w:rsid w:val="00773DC0"/>
    <w:rsid w:val="0077425D"/>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60C3"/>
    <w:rsid w:val="007F7EE7"/>
    <w:rsid w:val="00800851"/>
    <w:rsid w:val="008008A3"/>
    <w:rsid w:val="0080282D"/>
    <w:rsid w:val="008030A8"/>
    <w:rsid w:val="008032C7"/>
    <w:rsid w:val="0080441B"/>
    <w:rsid w:val="00806A33"/>
    <w:rsid w:val="00807DD0"/>
    <w:rsid w:val="00810ADD"/>
    <w:rsid w:val="00810FFB"/>
    <w:rsid w:val="00817787"/>
    <w:rsid w:val="0082049A"/>
    <w:rsid w:val="00821D01"/>
    <w:rsid w:val="00821ECB"/>
    <w:rsid w:val="00822B88"/>
    <w:rsid w:val="00825555"/>
    <w:rsid w:val="00826B7B"/>
    <w:rsid w:val="00831DE9"/>
    <w:rsid w:val="00832A61"/>
    <w:rsid w:val="00833899"/>
    <w:rsid w:val="00834049"/>
    <w:rsid w:val="00835581"/>
    <w:rsid w:val="008357FD"/>
    <w:rsid w:val="00845C0B"/>
    <w:rsid w:val="00845C50"/>
    <w:rsid w:val="00846789"/>
    <w:rsid w:val="008476A8"/>
    <w:rsid w:val="008513D8"/>
    <w:rsid w:val="0085212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4F3"/>
    <w:rsid w:val="00904691"/>
    <w:rsid w:val="009046A6"/>
    <w:rsid w:val="00904780"/>
    <w:rsid w:val="0090635B"/>
    <w:rsid w:val="00906E5C"/>
    <w:rsid w:val="00912D0E"/>
    <w:rsid w:val="009131C2"/>
    <w:rsid w:val="0091584F"/>
    <w:rsid w:val="00917DF8"/>
    <w:rsid w:val="00920DEB"/>
    <w:rsid w:val="00922385"/>
    <w:rsid w:val="009223DF"/>
    <w:rsid w:val="009239D2"/>
    <w:rsid w:val="009245D8"/>
    <w:rsid w:val="00930B79"/>
    <w:rsid w:val="00931895"/>
    <w:rsid w:val="00936091"/>
    <w:rsid w:val="009404DC"/>
    <w:rsid w:val="00940D8A"/>
    <w:rsid w:val="009414D7"/>
    <w:rsid w:val="00941DEB"/>
    <w:rsid w:val="009505D1"/>
    <w:rsid w:val="009531C1"/>
    <w:rsid w:val="00954237"/>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E6BB5"/>
    <w:rsid w:val="009F2042"/>
    <w:rsid w:val="009F309B"/>
    <w:rsid w:val="009F392E"/>
    <w:rsid w:val="009F53C5"/>
    <w:rsid w:val="009F72B2"/>
    <w:rsid w:val="009F7734"/>
    <w:rsid w:val="00A0085B"/>
    <w:rsid w:val="00A0107D"/>
    <w:rsid w:val="00A03431"/>
    <w:rsid w:val="00A03AA0"/>
    <w:rsid w:val="00A0740E"/>
    <w:rsid w:val="00A118D4"/>
    <w:rsid w:val="00A13F0C"/>
    <w:rsid w:val="00A15262"/>
    <w:rsid w:val="00A159AC"/>
    <w:rsid w:val="00A15C40"/>
    <w:rsid w:val="00A15E92"/>
    <w:rsid w:val="00A17E65"/>
    <w:rsid w:val="00A222C1"/>
    <w:rsid w:val="00A23688"/>
    <w:rsid w:val="00A269EB"/>
    <w:rsid w:val="00A3411F"/>
    <w:rsid w:val="00A374FC"/>
    <w:rsid w:val="00A4050F"/>
    <w:rsid w:val="00A412AA"/>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764C"/>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3784"/>
    <w:rsid w:val="00AB4425"/>
    <w:rsid w:val="00AB5AE0"/>
    <w:rsid w:val="00AC0FE3"/>
    <w:rsid w:val="00AD056F"/>
    <w:rsid w:val="00AD0C7B"/>
    <w:rsid w:val="00AD1771"/>
    <w:rsid w:val="00AD1786"/>
    <w:rsid w:val="00AD1ED8"/>
    <w:rsid w:val="00AD3AE0"/>
    <w:rsid w:val="00AD475D"/>
    <w:rsid w:val="00AD5F1A"/>
    <w:rsid w:val="00AD6731"/>
    <w:rsid w:val="00AD792A"/>
    <w:rsid w:val="00AD7D64"/>
    <w:rsid w:val="00AE1D4A"/>
    <w:rsid w:val="00AE2B55"/>
    <w:rsid w:val="00AE3BB4"/>
    <w:rsid w:val="00AE485F"/>
    <w:rsid w:val="00AF0BEB"/>
    <w:rsid w:val="00AF1C75"/>
    <w:rsid w:val="00AF20AA"/>
    <w:rsid w:val="00AF39A7"/>
    <w:rsid w:val="00AF4A09"/>
    <w:rsid w:val="00AF6FEA"/>
    <w:rsid w:val="00B003CF"/>
    <w:rsid w:val="00B008D5"/>
    <w:rsid w:val="00B01C76"/>
    <w:rsid w:val="00B02F73"/>
    <w:rsid w:val="00B05059"/>
    <w:rsid w:val="00B0619F"/>
    <w:rsid w:val="00B07880"/>
    <w:rsid w:val="00B13350"/>
    <w:rsid w:val="00B134D6"/>
    <w:rsid w:val="00B13A26"/>
    <w:rsid w:val="00B15D0D"/>
    <w:rsid w:val="00B22106"/>
    <w:rsid w:val="00B277ED"/>
    <w:rsid w:val="00B32ED9"/>
    <w:rsid w:val="00B36181"/>
    <w:rsid w:val="00B4185B"/>
    <w:rsid w:val="00B41A15"/>
    <w:rsid w:val="00B429CF"/>
    <w:rsid w:val="00B469CA"/>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77E49"/>
    <w:rsid w:val="00B80D2D"/>
    <w:rsid w:val="00B80E53"/>
    <w:rsid w:val="00B81A58"/>
    <w:rsid w:val="00B848EB"/>
    <w:rsid w:val="00B8518B"/>
    <w:rsid w:val="00B97CC3"/>
    <w:rsid w:val="00BA3937"/>
    <w:rsid w:val="00BB0379"/>
    <w:rsid w:val="00BB4AF2"/>
    <w:rsid w:val="00BB7F53"/>
    <w:rsid w:val="00BC06C4"/>
    <w:rsid w:val="00BC2638"/>
    <w:rsid w:val="00BC376A"/>
    <w:rsid w:val="00BC3951"/>
    <w:rsid w:val="00BC6CDC"/>
    <w:rsid w:val="00BC6D2B"/>
    <w:rsid w:val="00BD11CE"/>
    <w:rsid w:val="00BD3464"/>
    <w:rsid w:val="00BD37E5"/>
    <w:rsid w:val="00BD7287"/>
    <w:rsid w:val="00BD7498"/>
    <w:rsid w:val="00BD7E91"/>
    <w:rsid w:val="00BD7F0D"/>
    <w:rsid w:val="00BE3236"/>
    <w:rsid w:val="00BE49F4"/>
    <w:rsid w:val="00BE5AA9"/>
    <w:rsid w:val="00BF70B4"/>
    <w:rsid w:val="00C009C1"/>
    <w:rsid w:val="00C00F95"/>
    <w:rsid w:val="00C01D71"/>
    <w:rsid w:val="00C02D0A"/>
    <w:rsid w:val="00C03A6E"/>
    <w:rsid w:val="00C058B7"/>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3CF2"/>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96961"/>
    <w:rsid w:val="00CA50B8"/>
    <w:rsid w:val="00CA7279"/>
    <w:rsid w:val="00CA7593"/>
    <w:rsid w:val="00CA7880"/>
    <w:rsid w:val="00CB3151"/>
    <w:rsid w:val="00CB6A37"/>
    <w:rsid w:val="00CB7684"/>
    <w:rsid w:val="00CC4380"/>
    <w:rsid w:val="00CC7C8F"/>
    <w:rsid w:val="00CD1FC4"/>
    <w:rsid w:val="00CD2050"/>
    <w:rsid w:val="00CD381E"/>
    <w:rsid w:val="00CD5B77"/>
    <w:rsid w:val="00CD7EF0"/>
    <w:rsid w:val="00CE12D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67192"/>
    <w:rsid w:val="00D72F1A"/>
    <w:rsid w:val="00D75F70"/>
    <w:rsid w:val="00D831A3"/>
    <w:rsid w:val="00D91EA6"/>
    <w:rsid w:val="00D95B31"/>
    <w:rsid w:val="00D97BE3"/>
    <w:rsid w:val="00DA3711"/>
    <w:rsid w:val="00DB15AC"/>
    <w:rsid w:val="00DB619A"/>
    <w:rsid w:val="00DC0953"/>
    <w:rsid w:val="00DC1188"/>
    <w:rsid w:val="00DC2E46"/>
    <w:rsid w:val="00DC3174"/>
    <w:rsid w:val="00DC4ECD"/>
    <w:rsid w:val="00DD0C7C"/>
    <w:rsid w:val="00DD43C5"/>
    <w:rsid w:val="00DD46F3"/>
    <w:rsid w:val="00DD63D8"/>
    <w:rsid w:val="00DD72CB"/>
    <w:rsid w:val="00DD7A41"/>
    <w:rsid w:val="00DE51A5"/>
    <w:rsid w:val="00DE56F2"/>
    <w:rsid w:val="00DF116D"/>
    <w:rsid w:val="00DF3CFE"/>
    <w:rsid w:val="00DF48EB"/>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95C"/>
    <w:rsid w:val="00E46A80"/>
    <w:rsid w:val="00E529E6"/>
    <w:rsid w:val="00E53E11"/>
    <w:rsid w:val="00E60C4A"/>
    <w:rsid w:val="00E614ED"/>
    <w:rsid w:val="00E618C4"/>
    <w:rsid w:val="00E64245"/>
    <w:rsid w:val="00E6458A"/>
    <w:rsid w:val="00E7218A"/>
    <w:rsid w:val="00E74212"/>
    <w:rsid w:val="00E7433C"/>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1610"/>
    <w:rsid w:val="00F3316E"/>
    <w:rsid w:val="00F3322B"/>
    <w:rsid w:val="00F35939"/>
    <w:rsid w:val="00F41DD9"/>
    <w:rsid w:val="00F4513D"/>
    <w:rsid w:val="00F45607"/>
    <w:rsid w:val="00F46000"/>
    <w:rsid w:val="00F46EA7"/>
    <w:rsid w:val="00F4722B"/>
    <w:rsid w:val="00F54432"/>
    <w:rsid w:val="00F55E93"/>
    <w:rsid w:val="00F569C6"/>
    <w:rsid w:val="00F56CFF"/>
    <w:rsid w:val="00F6113F"/>
    <w:rsid w:val="00F6254D"/>
    <w:rsid w:val="00F659EB"/>
    <w:rsid w:val="00F7046B"/>
    <w:rsid w:val="00F73D6F"/>
    <w:rsid w:val="00F76F41"/>
    <w:rsid w:val="00F77E39"/>
    <w:rsid w:val="00F83EB8"/>
    <w:rsid w:val="00F86BA6"/>
    <w:rsid w:val="00F911D1"/>
    <w:rsid w:val="00F92F06"/>
    <w:rsid w:val="00F95A2C"/>
    <w:rsid w:val="00FA0295"/>
    <w:rsid w:val="00FA2389"/>
    <w:rsid w:val="00FA64F2"/>
    <w:rsid w:val="00FA767D"/>
    <w:rsid w:val="00FB51D6"/>
    <w:rsid w:val="00FB6342"/>
    <w:rsid w:val="00FC6389"/>
    <w:rsid w:val="00FC661E"/>
    <w:rsid w:val="00FC7092"/>
    <w:rsid w:val="00FD2EA2"/>
    <w:rsid w:val="00FD39DE"/>
    <w:rsid w:val="00FD4743"/>
    <w:rsid w:val="00FD6982"/>
    <w:rsid w:val="00FE390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2C8E7DA-A9A2-4012-BC63-4D07521D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320</TotalTime>
  <Pages>39</Pages>
  <Words>16191</Words>
  <Characters>95530</Characters>
  <Application>Microsoft Office Word</Application>
  <DocSecurity>0</DocSecurity>
  <Lines>796</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313</cp:revision>
  <cp:lastPrinted>2019-03-07T14:42:00Z</cp:lastPrinted>
  <dcterms:created xsi:type="dcterms:W3CDTF">2021-01-27T13:28:00Z</dcterms:created>
  <dcterms:modified xsi:type="dcterms:W3CDTF">2021-02-15T15:35:00Z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